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F4C14B2" w14:textId="77777777" w:rsidR="0036181F" w:rsidRPr="00DE0804" w:rsidRDefault="0036181F" w:rsidP="0036181F">
      <w:pPr>
        <w:spacing w:line="300" w:lineRule="exact"/>
        <w:ind w:leftChars="-342" w:left="-821" w:rightChars="-330" w:right="-792"/>
        <w:jc w:val="center"/>
        <w:rPr>
          <w:rFonts w:ascii="黑体" w:eastAsia="黑体" w:hAnsi="楷体_GB2312" w:cs="黑体"/>
          <w:b/>
          <w:bCs/>
          <w:color w:val="000000" w:themeColor="text1"/>
        </w:rPr>
      </w:pPr>
      <w:bookmarkStart w:id="0" w:name="_GoBack"/>
      <w:bookmarkEnd w:id="0"/>
      <w:r w:rsidRPr="00DE0804">
        <w:rPr>
          <w:rFonts w:ascii="黑体" w:eastAsia="黑体" w:hAnsi="楷体_GB2312" w:cs="黑体" w:hint="eastAsia"/>
          <w:b/>
          <w:bCs/>
          <w:color w:val="000000" w:themeColor="text1"/>
        </w:rPr>
        <w:t>信银</w:t>
      </w:r>
      <w:proofErr w:type="gramStart"/>
      <w:r w:rsidRPr="00DE0804">
        <w:rPr>
          <w:rFonts w:ascii="黑体" w:eastAsia="黑体" w:hAnsi="楷体_GB2312" w:cs="黑体" w:hint="eastAsia"/>
          <w:b/>
          <w:bCs/>
          <w:color w:val="000000" w:themeColor="text1"/>
        </w:rPr>
        <w:t>理财理财</w:t>
      </w:r>
      <w:proofErr w:type="gramEnd"/>
      <w:r w:rsidRPr="00DE0804">
        <w:rPr>
          <w:rFonts w:ascii="黑体" w:eastAsia="黑体" w:hAnsi="楷体_GB2312" w:cs="黑体" w:hint="eastAsia"/>
          <w:b/>
          <w:bCs/>
          <w:color w:val="000000" w:themeColor="text1"/>
        </w:rPr>
        <w:t>产品风险揭示书</w:t>
      </w:r>
    </w:p>
    <w:p w14:paraId="24C2F06B" w14:textId="77777777" w:rsidR="0036181F" w:rsidRPr="00DE0804" w:rsidRDefault="0036181F" w:rsidP="0036181F">
      <w:pPr>
        <w:spacing w:line="300" w:lineRule="exact"/>
        <w:ind w:leftChars="-342" w:left="-821" w:rightChars="-330" w:right="-792"/>
        <w:jc w:val="center"/>
        <w:rPr>
          <w:rFonts w:ascii="楷体_GB2312" w:eastAsia="楷体_GB2312"/>
          <w:color w:val="000000" w:themeColor="text1"/>
        </w:rPr>
      </w:pPr>
      <w:r w:rsidRPr="00DE0804">
        <w:rPr>
          <w:rFonts w:ascii="黑体" w:eastAsia="黑体"/>
          <w:b/>
          <w:bCs/>
          <w:color w:val="000000" w:themeColor="text1"/>
        </w:rPr>
        <w:t> </w:t>
      </w:r>
    </w:p>
    <w:p w14:paraId="658E072B" w14:textId="77777777" w:rsidR="0036181F" w:rsidRPr="00DE0804" w:rsidRDefault="0036181F" w:rsidP="0036181F">
      <w:pPr>
        <w:jc w:val="both"/>
        <w:rPr>
          <w:rFonts w:ascii="楷体_GB2312" w:eastAsia="楷体_GB2312"/>
          <w:color w:val="000000" w:themeColor="text1"/>
        </w:rPr>
      </w:pPr>
      <w:r w:rsidRPr="00DE0804">
        <w:rPr>
          <w:rFonts w:ascii="楷体_GB2312" w:eastAsia="楷体_GB2312" w:hAnsi="Arial" w:cs="楷体_GB2312" w:hint="eastAsia"/>
          <w:color w:val="000000" w:themeColor="text1"/>
        </w:rPr>
        <w:t>尊敬的客户：</w:t>
      </w:r>
      <w:r w:rsidRPr="00DE0804">
        <w:rPr>
          <w:rFonts w:ascii="楷体_GB2312" w:eastAsia="楷体_GB2312" w:hAnsi="Arial" w:cs="楷体_GB2312"/>
          <w:color w:val="000000" w:themeColor="text1"/>
        </w:rPr>
        <w:t xml:space="preserve"> </w:t>
      </w:r>
    </w:p>
    <w:p w14:paraId="14B5F5B5" w14:textId="77777777" w:rsidR="0036181F" w:rsidRPr="001F6DA5" w:rsidRDefault="0036181F" w:rsidP="0036181F">
      <w:pPr>
        <w:ind w:firstLineChars="200" w:firstLine="482"/>
        <w:jc w:val="both"/>
        <w:rPr>
          <w:b/>
          <w:color w:val="000000" w:themeColor="text1"/>
        </w:rPr>
      </w:pPr>
      <w:r w:rsidRPr="001F6DA5">
        <w:rPr>
          <w:rFonts w:ascii="楷体_GB2312" w:eastAsia="楷体_GB2312" w:hAnsi="Arial" w:cs="楷体_GB2312" w:hint="eastAsia"/>
          <w:b/>
          <w:color w:val="000000" w:themeColor="text1"/>
        </w:rPr>
        <w:t>理财资金管理运用过程中，可能会面临多种风险因素，包括但不限于信用风险、市场风险、流动性风险、提前终止风险、政策风险、信息传递风险、管理风险、延期清算风险、理财产品不成立风险、不可抗力及意外事件风险、</w:t>
      </w:r>
      <w:r w:rsidRPr="001915B8">
        <w:rPr>
          <w:rFonts w:ascii="楷体_GB2312" w:eastAsia="楷体_GB2312" w:hAnsi="Arial" w:cs="楷体_GB2312" w:hint="eastAsia"/>
          <w:b/>
          <w:color w:val="000000" w:themeColor="text1"/>
        </w:rPr>
        <w:t>理财本金全部损失</w:t>
      </w:r>
      <w:r w:rsidRPr="001F6DA5">
        <w:rPr>
          <w:rFonts w:ascii="楷体_GB2312" w:eastAsia="楷体_GB2312" w:hAnsi="Arial" w:cs="楷体_GB2312" w:hint="eastAsia"/>
          <w:b/>
          <w:color w:val="000000" w:themeColor="text1"/>
        </w:rPr>
        <w:t>风险、合作销售机构</w:t>
      </w:r>
      <w:r>
        <w:rPr>
          <w:rFonts w:ascii="楷体_GB2312" w:eastAsia="楷体_GB2312" w:hAnsi="Arial" w:cs="楷体_GB2312" w:hint="eastAsia"/>
          <w:b/>
          <w:color w:val="000000" w:themeColor="text1"/>
        </w:rPr>
        <w:t>（代销机构）</w:t>
      </w:r>
      <w:r w:rsidRPr="001F6DA5">
        <w:rPr>
          <w:rFonts w:ascii="楷体_GB2312" w:eastAsia="楷体_GB2312" w:hAnsi="Arial" w:cs="楷体_GB2312" w:hint="eastAsia"/>
          <w:b/>
          <w:color w:val="000000" w:themeColor="text1"/>
        </w:rPr>
        <w:t>风险、操作风险</w:t>
      </w:r>
      <w:r>
        <w:rPr>
          <w:rFonts w:ascii="楷体_GB2312" w:eastAsia="楷体_GB2312" w:hAnsi="Arial" w:cs="楷体_GB2312" w:hint="eastAsia"/>
          <w:b/>
          <w:color w:val="000000" w:themeColor="text1"/>
        </w:rPr>
        <w:t>、关联交易风险</w:t>
      </w:r>
      <w:r w:rsidRPr="001F6DA5">
        <w:rPr>
          <w:rFonts w:ascii="楷体_GB2312" w:eastAsia="楷体_GB2312" w:hAnsi="Arial" w:cs="楷体_GB2312" w:hint="eastAsia"/>
          <w:b/>
          <w:color w:val="000000" w:themeColor="text1"/>
        </w:rPr>
        <w:t>等风险。具体风险的含义，请您认真阅读本理财产品说明书中相应的风险揭示部分。</w:t>
      </w:r>
    </w:p>
    <w:p w14:paraId="239FE89D" w14:textId="77777777" w:rsidR="0036181F" w:rsidRPr="001F6DA5" w:rsidRDefault="0036181F" w:rsidP="0036181F">
      <w:pPr>
        <w:ind w:firstLineChars="200" w:firstLine="482"/>
        <w:jc w:val="both"/>
        <w:rPr>
          <w:b/>
          <w:color w:val="000000" w:themeColor="text1"/>
        </w:rPr>
      </w:pPr>
      <w:r w:rsidRPr="001F6DA5">
        <w:rPr>
          <w:rFonts w:ascii="楷体_GB2312" w:eastAsia="楷体_GB2312" w:hAnsi="Arial" w:cs="楷体_GB2312" w:hint="eastAsia"/>
          <w:b/>
          <w:color w:val="000000" w:themeColor="text1"/>
        </w:rPr>
        <w:t>由于相关风险因素可能导致您的本金及收益全部或部分损失，因此，在您选择购买本理财产品前，请仔细阅读理财产品销售文件，包括理财产品销售总协议、理财产品投资协议书、理财产品说明书、风险揭示书及客户权益须知等，了解本理财产品具体情况</w:t>
      </w:r>
      <w:r w:rsidRPr="0011109A">
        <w:rPr>
          <w:rFonts w:ascii="楷体_GB2312" w:eastAsia="楷体_GB2312" w:hAnsi="Arial" w:cs="楷体_GB2312" w:hint="eastAsia"/>
          <w:b/>
          <w:bCs/>
          <w:color w:val="000000" w:themeColor="text1"/>
        </w:rPr>
        <w:t>。</w:t>
      </w:r>
    </w:p>
    <w:p w14:paraId="48AB89EE" w14:textId="77777777" w:rsidR="0036181F" w:rsidRPr="00DE0804" w:rsidRDefault="0036181F" w:rsidP="0036181F">
      <w:pPr>
        <w:ind w:firstLineChars="200" w:firstLine="480"/>
        <w:jc w:val="both"/>
        <w:rPr>
          <w:rFonts w:ascii="楷体_GB2312" w:eastAsia="楷体_GB2312"/>
          <w:color w:val="000000" w:themeColor="text1"/>
        </w:rPr>
      </w:pPr>
    </w:p>
    <w:p w14:paraId="77D74075" w14:textId="66120A2C" w:rsidR="0036181F" w:rsidRPr="00B27A3E" w:rsidRDefault="0036181F" w:rsidP="0036181F">
      <w:pPr>
        <w:ind w:firstLineChars="200" w:firstLine="480"/>
        <w:jc w:val="both"/>
        <w:rPr>
          <w:rFonts w:ascii="楷体_GB2312" w:eastAsia="楷体_GB2312" w:hAnsi="Arial" w:cs="楷体_GB2312"/>
          <w:color w:val="000000" w:themeColor="text1"/>
        </w:rPr>
      </w:pPr>
      <w:r w:rsidRPr="00DE0804">
        <w:rPr>
          <w:rFonts w:ascii="Arial" w:eastAsia="楷体_GB2312" w:hAnsi="Arial" w:cs="楷体_GB2312" w:hint="eastAsia"/>
          <w:color w:val="000000" w:themeColor="text1"/>
        </w:rPr>
        <w:t>本理财产品名称为</w:t>
      </w:r>
      <w:r w:rsidRPr="00DE0804">
        <w:rPr>
          <w:rFonts w:ascii="楷体_GB2312" w:eastAsia="楷体_GB2312" w:hAnsi="楷体_GB2312" w:cs="楷体_GB2312" w:hint="eastAsia"/>
          <w:b/>
          <w:bCs/>
          <w:color w:val="000000" w:themeColor="text1"/>
        </w:rPr>
        <w:t>【</w:t>
      </w:r>
      <w:r w:rsidR="00481C1D">
        <w:rPr>
          <w:rFonts w:ascii="楷体_GB2312" w:eastAsia="楷体_GB2312" w:hAnsi="楷体_GB2312" w:cs="楷体_GB2312" w:hint="eastAsia"/>
          <w:b/>
          <w:bCs/>
        </w:rPr>
        <w:t>信银理财</w:t>
      </w:r>
      <w:r w:rsidR="00134973">
        <w:rPr>
          <w:rFonts w:ascii="楷体_GB2312" w:eastAsia="楷体_GB2312" w:hAnsi="楷体_GB2312" w:cs="楷体_GB2312" w:hint="eastAsia"/>
          <w:b/>
          <w:bCs/>
        </w:rPr>
        <w:t>安盈象固收稳利日开37号</w:t>
      </w:r>
      <w:r w:rsidR="00481C1D">
        <w:rPr>
          <w:rFonts w:ascii="楷体_GB2312" w:eastAsia="楷体_GB2312" w:hAnsi="楷体_GB2312" w:cs="楷体_GB2312" w:hint="eastAsia"/>
          <w:b/>
          <w:bCs/>
        </w:rPr>
        <w:t>理财产品</w:t>
      </w:r>
      <w:r w:rsidRPr="00DE0804">
        <w:rPr>
          <w:rFonts w:ascii="楷体_GB2312" w:eastAsia="楷体_GB2312" w:hAnsi="楷体_GB2312" w:cs="楷体_GB2312"/>
          <w:b/>
          <w:bCs/>
          <w:color w:val="000000" w:themeColor="text1"/>
        </w:rPr>
        <w:t>】</w:t>
      </w:r>
      <w:r w:rsidRPr="00DE0804">
        <w:rPr>
          <w:rFonts w:ascii="楷体_GB2312" w:eastAsia="楷体_GB2312" w:hAnsi="Arial" w:cs="楷体_GB2312" w:hint="eastAsia"/>
          <w:color w:val="000000" w:themeColor="text1"/>
        </w:rPr>
        <w:t>，产品代码为【</w:t>
      </w:r>
      <w:r w:rsidR="00134973">
        <w:rPr>
          <w:rFonts w:ascii="楷体_GB2312" w:eastAsia="楷体_GB2312" w:hAnsi="Arial" w:cs="楷体_GB2312"/>
          <w:color w:val="000000" w:themeColor="text1"/>
        </w:rPr>
        <w:t>AF245807</w:t>
      </w:r>
      <w:r w:rsidRPr="00DE0804">
        <w:rPr>
          <w:rFonts w:ascii="楷体_GB2312" w:eastAsia="楷体_GB2312" w:hAnsi="Arial" w:cs="楷体_GB2312" w:hint="eastAsia"/>
          <w:color w:val="000000" w:themeColor="text1"/>
        </w:rPr>
        <w:t>】，类型为公募、【固定收益类</w:t>
      </w:r>
      <w:r w:rsidRPr="00DE0804">
        <w:rPr>
          <w:rFonts w:ascii="楷体_GB2312" w:eastAsia="楷体_GB2312" w:hAnsi="Arial" w:cs="楷体_GB2312"/>
          <w:color w:val="000000" w:themeColor="text1"/>
        </w:rPr>
        <w:t>】</w:t>
      </w:r>
      <w:r w:rsidRPr="00DE0804">
        <w:rPr>
          <w:rFonts w:ascii="楷体_GB2312" w:eastAsia="楷体_GB2312" w:hAnsi="Arial" w:cs="楷体_GB2312" w:hint="eastAsia"/>
          <w:color w:val="000000" w:themeColor="text1"/>
        </w:rPr>
        <w:t>、开放</w:t>
      </w:r>
      <w:r w:rsidRPr="00DE0804">
        <w:rPr>
          <w:rFonts w:ascii="楷体_GB2312" w:eastAsia="楷体_GB2312" w:hAnsi="Arial" w:cs="楷体_GB2312"/>
          <w:color w:val="000000" w:themeColor="text1"/>
        </w:rPr>
        <w:t>式</w:t>
      </w:r>
      <w:r w:rsidRPr="00DE0804">
        <w:rPr>
          <w:rFonts w:ascii="楷体_GB2312" w:eastAsia="楷体_GB2312" w:hAnsi="Arial" w:cs="楷体_GB2312" w:hint="eastAsia"/>
          <w:color w:val="000000" w:themeColor="text1"/>
        </w:rPr>
        <w:t>产品，</w:t>
      </w:r>
      <w:r w:rsidRPr="0011109A">
        <w:rPr>
          <w:rFonts w:ascii="楷体_GB2312" w:eastAsia="楷体_GB2312" w:hAnsi="Arial" w:cs="楷体_GB2312" w:hint="eastAsia"/>
          <w:color w:val="000000" w:themeColor="text1"/>
        </w:rPr>
        <w:t>产品无固定期限</w:t>
      </w:r>
      <w:r w:rsidRPr="00DE0804">
        <w:rPr>
          <w:rFonts w:ascii="楷体_GB2312" w:eastAsia="楷体_GB2312" w:hAnsi="Arial" w:cs="楷体_GB2312" w:hint="eastAsia"/>
          <w:color w:val="000000" w:themeColor="text1"/>
        </w:rPr>
        <w:t>，风险评级为【</w:t>
      </w:r>
      <w:r>
        <w:rPr>
          <w:rFonts w:ascii="楷体_GB2312" w:eastAsia="楷体_GB2312" w:hAnsi="Arial" w:cs="楷体_GB2312" w:hint="eastAsia"/>
          <w:color w:val="000000" w:themeColor="text1"/>
        </w:rPr>
        <w:t>P</w:t>
      </w:r>
      <w:r>
        <w:rPr>
          <w:rFonts w:ascii="楷体_GB2312" w:eastAsia="楷体_GB2312" w:hAnsi="Arial" w:cs="楷体_GB2312"/>
          <w:color w:val="000000" w:themeColor="text1"/>
        </w:rPr>
        <w:t>R2</w:t>
      </w:r>
      <w:r w:rsidRPr="00DE0804">
        <w:rPr>
          <w:rFonts w:ascii="楷体_GB2312" w:eastAsia="楷体_GB2312" w:hAnsi="Arial" w:cs="楷体_GB2312" w:hint="eastAsia"/>
          <w:color w:val="000000" w:themeColor="text1"/>
        </w:rPr>
        <w:t>】，适合购买客户为风险承受能力为</w:t>
      </w:r>
      <w:r w:rsidRPr="00581D5C">
        <w:rPr>
          <w:rFonts w:ascii="楷体_GB2312" w:eastAsia="楷体_GB2312" w:hAnsi="Arial" w:cs="楷体_GB2312" w:hint="eastAsia"/>
          <w:color w:val="000000" w:themeColor="text1"/>
        </w:rPr>
        <w:t>【稳健型】</w:t>
      </w:r>
      <w:r w:rsidRPr="00DE0804">
        <w:rPr>
          <w:rFonts w:ascii="楷体_GB2312" w:eastAsia="楷体_GB2312" w:hAnsi="Arial" w:cs="楷体_GB2312" w:hint="eastAsia"/>
          <w:color w:val="000000" w:themeColor="text1"/>
        </w:rPr>
        <w:t>及以上的客户。</w:t>
      </w:r>
      <w:r>
        <w:rPr>
          <w:rFonts w:ascii="楷体_GB2312" w:eastAsia="楷体_GB2312" w:hAnsi="Arial" w:cs="楷体_GB2312" w:hint="eastAsia"/>
          <w:color w:val="000000" w:themeColor="text1"/>
        </w:rPr>
        <w:t>【</w:t>
      </w:r>
      <w:r w:rsidRPr="00A15FD3">
        <w:rPr>
          <w:rFonts w:ascii="楷体_GB2312" w:eastAsia="楷体_GB2312" w:hAnsi="Arial" w:hint="eastAsia"/>
          <w:color w:val="000000" w:themeColor="text1"/>
        </w:rPr>
        <w:t>固定收益类产品</w:t>
      </w:r>
      <w:r>
        <w:rPr>
          <w:rFonts w:ascii="楷体_GB2312" w:eastAsia="楷体_GB2312" w:hAnsi="Arial" w:hint="eastAsia"/>
          <w:color w:val="000000" w:themeColor="text1"/>
        </w:rPr>
        <w:t>仅是</w:t>
      </w:r>
      <w:r w:rsidRPr="00A15FD3">
        <w:rPr>
          <w:rFonts w:ascii="楷体_GB2312" w:eastAsia="楷体_GB2312" w:hAnsi="Arial" w:hint="eastAsia"/>
          <w:color w:val="000000" w:themeColor="text1"/>
        </w:rPr>
        <w:t>按照投资性质分类，并非指收益固定或保本</w:t>
      </w:r>
      <w:r>
        <w:rPr>
          <w:rFonts w:ascii="楷体_GB2312" w:eastAsia="楷体_GB2312" w:hAnsi="Arial" w:hint="eastAsia"/>
          <w:color w:val="000000" w:themeColor="text1"/>
        </w:rPr>
        <w:t>。】</w:t>
      </w:r>
    </w:p>
    <w:p w14:paraId="17D0AFE8" w14:textId="77777777" w:rsidR="0036181F" w:rsidRPr="00DE0804" w:rsidRDefault="0036181F" w:rsidP="0036181F">
      <w:pPr>
        <w:ind w:firstLineChars="200" w:firstLine="480"/>
        <w:jc w:val="both"/>
        <w:rPr>
          <w:rFonts w:ascii="楷体_GB2312" w:eastAsia="楷体_GB2312" w:hAnsi="Arial" w:cs="楷体_GB2312"/>
          <w:color w:val="000000" w:themeColor="text1"/>
        </w:rPr>
      </w:pPr>
    </w:p>
    <w:p w14:paraId="3BF9243C" w14:textId="77777777" w:rsidR="0036181F" w:rsidRPr="00DE0804" w:rsidRDefault="0036181F" w:rsidP="0036181F">
      <w:pPr>
        <w:ind w:firstLineChars="200" w:firstLine="480"/>
        <w:jc w:val="both"/>
        <w:rPr>
          <w:rFonts w:ascii="楷体_GB2312" w:eastAsia="楷体_GB2312" w:hAnsi="Arial"/>
          <w:color w:val="000000" w:themeColor="text1"/>
        </w:rPr>
      </w:pPr>
      <w:r w:rsidRPr="00DE0804">
        <w:rPr>
          <w:rFonts w:ascii="黑体" w:eastAsia="黑体" w:hAnsi="Times New Roman" w:cs="黑体" w:hint="eastAsia"/>
          <w:color w:val="000000" w:themeColor="text1"/>
        </w:rPr>
        <w:t>重要提示</w:t>
      </w:r>
      <w:r w:rsidRPr="00DE0804">
        <w:rPr>
          <w:rFonts w:ascii="楷体_GB2312" w:eastAsia="楷体_GB2312" w:hAnsi="Arial" w:cs="楷体_GB2312" w:hint="eastAsia"/>
          <w:color w:val="000000" w:themeColor="text1"/>
        </w:rPr>
        <w:t>：</w:t>
      </w:r>
      <w:proofErr w:type="gramStart"/>
      <w:r w:rsidRPr="00DE0804">
        <w:rPr>
          <w:rFonts w:ascii="楷体_GB2312" w:eastAsia="楷体_GB2312" w:hAnsi="Arial" w:cs="楷体_GB2312" w:hint="eastAsia"/>
          <w:color w:val="000000" w:themeColor="text1"/>
        </w:rPr>
        <w:t>信银理财</w:t>
      </w:r>
      <w:proofErr w:type="gramEnd"/>
      <w:r w:rsidRPr="00DE0804">
        <w:rPr>
          <w:rFonts w:ascii="楷体_GB2312" w:eastAsia="楷体_GB2312" w:hAnsi="Arial" w:cs="楷体_GB2312"/>
          <w:color w:val="000000" w:themeColor="text1"/>
        </w:rPr>
        <w:t>作为本理财</w:t>
      </w:r>
      <w:r w:rsidRPr="00DE0804">
        <w:rPr>
          <w:rFonts w:ascii="楷体_GB2312" w:eastAsia="楷体_GB2312" w:hAnsi="Arial" w:cs="楷体_GB2312" w:hint="eastAsia"/>
          <w:color w:val="000000" w:themeColor="text1"/>
        </w:rPr>
        <w:t>产品</w:t>
      </w:r>
      <w:r w:rsidRPr="00DE0804">
        <w:rPr>
          <w:rFonts w:ascii="楷体_GB2312" w:eastAsia="楷体_GB2312" w:hAnsi="Arial" w:cs="楷体_GB2312"/>
          <w:color w:val="000000" w:themeColor="text1"/>
        </w:rPr>
        <w:t>管理人承诺以诚实守信、</w:t>
      </w:r>
      <w:r w:rsidRPr="00DE0804">
        <w:rPr>
          <w:rFonts w:ascii="楷体_GB2312" w:eastAsia="楷体_GB2312" w:hAnsi="Arial" w:cs="楷体_GB2312" w:hint="eastAsia"/>
          <w:color w:val="000000" w:themeColor="text1"/>
        </w:rPr>
        <w:t>勤勉</w:t>
      </w:r>
      <w:r w:rsidRPr="00DE0804">
        <w:rPr>
          <w:rFonts w:ascii="楷体_GB2312" w:eastAsia="楷体_GB2312" w:hAnsi="Arial" w:cs="楷体_GB2312"/>
          <w:color w:val="000000" w:themeColor="text1"/>
        </w:rPr>
        <w:t>尽职的原则管理和运用理财产品</w:t>
      </w:r>
      <w:r w:rsidRPr="00DE0804">
        <w:rPr>
          <w:rFonts w:ascii="楷体_GB2312" w:eastAsia="楷体_GB2312" w:hAnsi="Arial" w:cs="楷体_GB2312" w:hint="eastAsia"/>
          <w:color w:val="000000" w:themeColor="text1"/>
        </w:rPr>
        <w:t>资金</w:t>
      </w:r>
      <w:r w:rsidRPr="00DE0804">
        <w:rPr>
          <w:rFonts w:ascii="楷体_GB2312" w:eastAsia="楷体_GB2312" w:hAnsi="Arial" w:cs="楷体_GB2312"/>
          <w:color w:val="000000" w:themeColor="text1"/>
        </w:rPr>
        <w:t>，</w:t>
      </w:r>
      <w:r w:rsidRPr="00DE0804">
        <w:rPr>
          <w:rFonts w:ascii="楷体_GB2312" w:eastAsia="楷体_GB2312" w:hAnsi="Arial" w:cs="楷体_GB2312" w:hint="eastAsia"/>
          <w:color w:val="000000" w:themeColor="text1"/>
        </w:rPr>
        <w:t>但</w:t>
      </w:r>
      <w:r w:rsidRPr="00DE0804">
        <w:rPr>
          <w:rFonts w:ascii="楷体_GB2312" w:eastAsia="楷体_GB2312" w:hAnsi="Arial" w:cs="楷体_GB2312"/>
          <w:b/>
          <w:color w:val="000000" w:themeColor="text1"/>
        </w:rPr>
        <w:t>不保证</w:t>
      </w:r>
      <w:r w:rsidRPr="00DE0804">
        <w:rPr>
          <w:rFonts w:ascii="楷体_GB2312" w:eastAsia="楷体_GB2312" w:hAnsi="Arial" w:cs="楷体_GB2312" w:hint="eastAsia"/>
          <w:b/>
          <w:color w:val="000000" w:themeColor="text1"/>
        </w:rPr>
        <w:t>本金和</w:t>
      </w:r>
      <w:r w:rsidRPr="00DE0804">
        <w:rPr>
          <w:rFonts w:ascii="楷体_GB2312" w:eastAsia="楷体_GB2312" w:hAnsi="Arial" w:cs="楷体_GB2312"/>
          <w:b/>
          <w:color w:val="000000" w:themeColor="text1"/>
        </w:rPr>
        <w:t>收益，您可能因市场变动</w:t>
      </w:r>
      <w:r w:rsidRPr="00DE0804">
        <w:rPr>
          <w:rFonts w:ascii="楷体_GB2312" w:eastAsia="楷体_GB2312" w:hAnsi="Arial" w:cs="楷体_GB2312" w:hint="eastAsia"/>
          <w:b/>
          <w:color w:val="000000" w:themeColor="text1"/>
        </w:rPr>
        <w:t>而</w:t>
      </w:r>
      <w:r w:rsidRPr="00DE0804">
        <w:rPr>
          <w:rFonts w:ascii="楷体_GB2312" w:eastAsia="楷体_GB2312" w:hAnsi="Arial" w:cs="楷体_GB2312"/>
          <w:b/>
          <w:color w:val="000000" w:themeColor="text1"/>
        </w:rPr>
        <w:t>损失全部本金</w:t>
      </w:r>
      <w:r w:rsidRPr="00DE0804">
        <w:rPr>
          <w:rFonts w:ascii="楷体_GB2312" w:eastAsia="楷体_GB2312" w:hAnsi="Arial" w:cs="楷体_GB2312" w:hint="eastAsia"/>
          <w:b/>
          <w:color w:val="000000" w:themeColor="text1"/>
        </w:rPr>
        <w:t>且</w:t>
      </w:r>
      <w:r w:rsidRPr="00DE0804">
        <w:rPr>
          <w:rFonts w:ascii="楷体_GB2312" w:eastAsia="楷体_GB2312" w:hAnsi="Arial" w:cs="楷体_GB2312"/>
          <w:b/>
          <w:color w:val="000000" w:themeColor="text1"/>
        </w:rPr>
        <w:t>无法取得任何收益</w:t>
      </w:r>
      <w:r w:rsidRPr="00DE0804">
        <w:rPr>
          <w:rFonts w:ascii="楷体_GB2312" w:eastAsia="楷体_GB2312" w:hAnsi="Arial" w:cs="楷体_GB2312" w:hint="eastAsia"/>
          <w:color w:val="000000" w:themeColor="text1"/>
        </w:rPr>
        <w:t>。</w:t>
      </w:r>
      <w:r w:rsidRPr="00DE0804">
        <w:rPr>
          <w:rFonts w:ascii="楷体" w:eastAsia="楷体" w:hAnsi="楷体" w:hint="eastAsia"/>
          <w:b/>
        </w:rPr>
        <w:t>理财产品过往业绩不代表其未来表现，不等于理财产品实际收益，投资须谨慎。</w:t>
      </w:r>
      <w:proofErr w:type="gramStart"/>
      <w:r w:rsidRPr="00DE0804">
        <w:rPr>
          <w:rFonts w:ascii="楷体_GB2312" w:eastAsia="楷体_GB2312" w:hAnsi="Arial" w:cs="楷体_GB2312" w:hint="eastAsia"/>
          <w:color w:val="000000" w:themeColor="text1"/>
        </w:rPr>
        <w:t>信银理财</w:t>
      </w:r>
      <w:proofErr w:type="gramEnd"/>
      <w:r w:rsidRPr="00DE0804">
        <w:rPr>
          <w:rFonts w:ascii="楷体_GB2312" w:eastAsia="楷体_GB2312" w:hAnsi="Arial" w:cs="楷体_GB2312" w:hint="eastAsia"/>
          <w:color w:val="000000" w:themeColor="text1"/>
        </w:rPr>
        <w:t>提醒您</w:t>
      </w:r>
      <w:r w:rsidRPr="00DE0804">
        <w:rPr>
          <w:rFonts w:ascii="楷体_GB2312" w:eastAsia="楷体_GB2312" w:hAnsi="Arial" w:cs="楷体_GB2312"/>
          <w:color w:val="000000" w:themeColor="text1"/>
        </w:rPr>
        <w:t>理财</w:t>
      </w:r>
      <w:r w:rsidRPr="00DE0804">
        <w:rPr>
          <w:rFonts w:ascii="楷体_GB2312" w:eastAsia="楷体_GB2312" w:hAnsi="Arial" w:cs="楷体_GB2312" w:hint="eastAsia"/>
          <w:color w:val="000000" w:themeColor="text1"/>
        </w:rPr>
        <w:t>产品</w:t>
      </w:r>
      <w:r w:rsidRPr="00DE0804">
        <w:rPr>
          <w:rFonts w:ascii="楷体_GB2312" w:eastAsia="楷体_GB2312" w:hAnsi="Arial" w:cs="楷体_GB2312"/>
          <w:color w:val="000000" w:themeColor="text1"/>
        </w:rPr>
        <w:t>投资</w:t>
      </w:r>
      <w:r w:rsidRPr="00DE0804">
        <w:rPr>
          <w:rFonts w:ascii="楷体_GB2312" w:eastAsia="楷体_GB2312" w:hAnsi="Arial" w:cs="楷体_GB2312" w:hint="eastAsia"/>
          <w:color w:val="000000" w:themeColor="text1"/>
        </w:rPr>
        <w:t>风险</w:t>
      </w:r>
      <w:r w:rsidRPr="00DE0804">
        <w:rPr>
          <w:rFonts w:ascii="楷体_GB2312" w:eastAsia="楷体_GB2312" w:hAnsi="Arial" w:cs="楷体_GB2312"/>
          <w:color w:val="000000" w:themeColor="text1"/>
        </w:rPr>
        <w:t>由</w:t>
      </w:r>
      <w:r w:rsidRPr="00DE0804">
        <w:rPr>
          <w:rFonts w:ascii="楷体_GB2312" w:eastAsia="楷体_GB2312" w:hAnsi="Arial" w:cs="楷体_GB2312" w:hint="eastAsia"/>
          <w:color w:val="000000" w:themeColor="text1"/>
        </w:rPr>
        <w:t>买者自负</w:t>
      </w:r>
      <w:r w:rsidRPr="00DE0804">
        <w:rPr>
          <w:rFonts w:ascii="楷体_GB2312" w:eastAsia="楷体_GB2312" w:hAnsi="Arial" w:cs="楷体_GB2312"/>
          <w:color w:val="000000" w:themeColor="text1"/>
        </w:rPr>
        <w:t>，</w:t>
      </w:r>
      <w:r w:rsidRPr="00DE0804">
        <w:rPr>
          <w:rFonts w:ascii="楷体_GB2312" w:eastAsia="楷体_GB2312" w:hAnsi="Arial" w:cs="楷体_GB2312" w:hint="eastAsia"/>
          <w:color w:val="000000" w:themeColor="text1"/>
        </w:rPr>
        <w:t>您应充分认识投资风险，谨慎投资！</w:t>
      </w:r>
      <w:r w:rsidRPr="00DE0804">
        <w:rPr>
          <w:rFonts w:ascii="楷体_GB2312" w:eastAsia="楷体_GB2312" w:hAnsi="Arial"/>
          <w:color w:val="000000" w:themeColor="text1"/>
        </w:rPr>
        <w:t> </w:t>
      </w:r>
    </w:p>
    <w:p w14:paraId="5FEFDA2D" w14:textId="77777777" w:rsidR="0036181F" w:rsidRPr="00DE0804" w:rsidRDefault="0036181F" w:rsidP="0036181F">
      <w:pPr>
        <w:ind w:firstLineChars="200" w:firstLine="480"/>
        <w:jc w:val="both"/>
        <w:rPr>
          <w:rFonts w:ascii="楷体_GB2312" w:eastAsia="楷体_GB2312" w:hAnsi="Arial"/>
          <w:color w:val="000000" w:themeColor="text1"/>
        </w:rPr>
      </w:pPr>
    </w:p>
    <w:p w14:paraId="0F91DC06" w14:textId="77777777" w:rsidR="0036181F" w:rsidRPr="00DE0804" w:rsidRDefault="0036181F" w:rsidP="0036181F">
      <w:pPr>
        <w:ind w:firstLineChars="200" w:firstLine="482"/>
        <w:jc w:val="both"/>
        <w:rPr>
          <w:rFonts w:ascii="楷体_GB2312" w:eastAsia="楷体_GB2312" w:hAnsi="楷体_GB2312" w:cs="楷体_GB2312"/>
          <w:b/>
          <w:bCs/>
          <w:color w:val="000000" w:themeColor="text1"/>
        </w:rPr>
      </w:pPr>
      <w:r w:rsidRPr="00DE0804">
        <w:rPr>
          <w:rFonts w:ascii="楷体_GB2312" w:eastAsia="楷体_GB2312" w:hAnsi="楷体_GB2312" w:cs="楷体_GB2312" w:hint="eastAsia"/>
          <w:b/>
          <w:bCs/>
          <w:color w:val="000000" w:themeColor="text1"/>
        </w:rPr>
        <w:t>【示例】：若投资者购买本理财产品，假设理财产品本金为</w:t>
      </w:r>
      <w:r w:rsidRPr="00DE0804">
        <w:rPr>
          <w:rFonts w:ascii="楷体_GB2312" w:eastAsia="楷体_GB2312" w:hAnsi="楷体_GB2312" w:cs="楷体_GB2312"/>
          <w:b/>
          <w:bCs/>
          <w:color w:val="000000" w:themeColor="text1"/>
        </w:rPr>
        <w:t>1</w:t>
      </w:r>
      <w:r w:rsidRPr="00DE0804">
        <w:rPr>
          <w:rFonts w:ascii="楷体_GB2312" w:eastAsia="楷体_GB2312" w:hAnsi="楷体_GB2312" w:cs="楷体_GB2312" w:hint="eastAsia"/>
          <w:b/>
          <w:bCs/>
          <w:color w:val="000000" w:themeColor="text1"/>
        </w:rPr>
        <w:t>.00亿元，在最不利情况下，理财本金及收益全部损失。</w:t>
      </w:r>
    </w:p>
    <w:p w14:paraId="69B28654" w14:textId="77777777" w:rsidR="0036181F" w:rsidRPr="00DE0804" w:rsidRDefault="0036181F" w:rsidP="0036181F">
      <w:pPr>
        <w:ind w:firstLineChars="200" w:firstLine="482"/>
        <w:jc w:val="both"/>
        <w:rPr>
          <w:rFonts w:ascii="楷体_GB2312" w:eastAsia="楷体_GB2312" w:hAnsi="楷体_GB2312" w:cs="楷体_GB2312"/>
          <w:b/>
          <w:bCs/>
          <w:color w:val="000000" w:themeColor="text1"/>
        </w:rPr>
      </w:pPr>
    </w:p>
    <w:p w14:paraId="00D82E8B" w14:textId="77777777" w:rsidR="0036181F" w:rsidRPr="00DE0804" w:rsidRDefault="0036181F" w:rsidP="0036181F">
      <w:pPr>
        <w:ind w:firstLineChars="200" w:firstLine="482"/>
        <w:jc w:val="both"/>
        <w:rPr>
          <w:rFonts w:ascii="黑体" w:eastAsia="黑体" w:hAnsi="黑体"/>
          <w:b/>
          <w:color w:val="000000" w:themeColor="text1"/>
        </w:rPr>
      </w:pPr>
      <w:r w:rsidRPr="00DE0804">
        <w:rPr>
          <w:rFonts w:ascii="黑体" w:eastAsia="黑体" w:hAnsi="黑体" w:hint="eastAsia"/>
          <w:b/>
          <w:color w:val="000000" w:themeColor="text1"/>
        </w:rPr>
        <w:t>理财非存款</w:t>
      </w:r>
      <w:r w:rsidRPr="00DE0804">
        <w:rPr>
          <w:rFonts w:ascii="黑体" w:eastAsia="黑体" w:hAnsi="黑体"/>
          <w:b/>
          <w:color w:val="000000" w:themeColor="text1"/>
        </w:rPr>
        <w:t>、产品</w:t>
      </w:r>
      <w:r w:rsidRPr="00DE0804">
        <w:rPr>
          <w:rFonts w:ascii="黑体" w:eastAsia="黑体" w:hAnsi="黑体" w:hint="eastAsia"/>
          <w:b/>
          <w:color w:val="000000" w:themeColor="text1"/>
        </w:rPr>
        <w:t>有</w:t>
      </w:r>
      <w:r w:rsidRPr="00DE0804">
        <w:rPr>
          <w:rFonts w:ascii="黑体" w:eastAsia="黑体" w:hAnsi="黑体"/>
          <w:b/>
          <w:color w:val="000000" w:themeColor="text1"/>
        </w:rPr>
        <w:t>风险、投资须谨慎</w:t>
      </w:r>
      <w:r w:rsidRPr="00DE0804">
        <w:rPr>
          <w:rFonts w:ascii="黑体" w:eastAsia="黑体" w:hAnsi="黑体" w:hint="eastAsia"/>
          <w:b/>
          <w:color w:val="000000" w:themeColor="text1"/>
        </w:rPr>
        <w:t>！</w:t>
      </w:r>
    </w:p>
    <w:p w14:paraId="007E3ECD" w14:textId="77777777" w:rsidR="0036181F" w:rsidRPr="00DE0804" w:rsidRDefault="0036181F" w:rsidP="0036181F">
      <w:pPr>
        <w:ind w:firstLineChars="200" w:firstLine="482"/>
        <w:jc w:val="both"/>
        <w:rPr>
          <w:rFonts w:ascii="黑体" w:eastAsia="黑体" w:hAnsi="黑体"/>
          <w:b/>
          <w:color w:val="000000" w:themeColor="text1"/>
        </w:rPr>
      </w:pPr>
    </w:p>
    <w:p w14:paraId="063BE9B6" w14:textId="77777777" w:rsidR="0036181F" w:rsidRPr="00DE0804" w:rsidRDefault="0036181F" w:rsidP="0036181F">
      <w:pPr>
        <w:ind w:firstLineChars="200" w:firstLine="480"/>
        <w:jc w:val="both"/>
        <w:rPr>
          <w:rFonts w:ascii="楷体_GB2312" w:eastAsia="楷体_GB2312"/>
          <w:color w:val="000000" w:themeColor="text1"/>
        </w:rPr>
      </w:pPr>
      <w:r w:rsidRPr="00DE0804">
        <w:rPr>
          <w:rFonts w:ascii="楷体_GB2312" w:eastAsia="楷体_GB2312" w:hAnsi="Arial" w:cs="楷体_GB2312" w:hint="eastAsia"/>
          <w:color w:val="000000" w:themeColor="text1"/>
        </w:rPr>
        <w:t>如影响</w:t>
      </w:r>
      <w:proofErr w:type="gramStart"/>
      <w:r w:rsidRPr="00DE0804">
        <w:rPr>
          <w:rFonts w:ascii="楷体_GB2312" w:eastAsia="楷体_GB2312" w:hAnsi="Arial" w:cs="楷体_GB2312" w:hint="eastAsia"/>
          <w:color w:val="000000" w:themeColor="text1"/>
        </w:rPr>
        <w:t>您风险</w:t>
      </w:r>
      <w:proofErr w:type="gramEnd"/>
      <w:r w:rsidRPr="00DE0804">
        <w:rPr>
          <w:rFonts w:ascii="楷体_GB2312" w:eastAsia="楷体_GB2312" w:hAnsi="Arial" w:cs="楷体_GB2312" w:hint="eastAsia"/>
          <w:color w:val="000000" w:themeColor="text1"/>
        </w:rPr>
        <w:t>承受能力的因素发生变化，请及时</w:t>
      </w:r>
      <w:proofErr w:type="gramStart"/>
      <w:r w:rsidRPr="00DE0804">
        <w:rPr>
          <w:rFonts w:ascii="楷体_GB2312" w:eastAsia="楷体_GB2312" w:hAnsi="Arial" w:cs="楷体_GB2312" w:hint="eastAsia"/>
          <w:color w:val="000000" w:themeColor="text1"/>
        </w:rPr>
        <w:t>告知信银</w:t>
      </w:r>
      <w:proofErr w:type="gramEnd"/>
      <w:r w:rsidRPr="00DE0804">
        <w:rPr>
          <w:rFonts w:ascii="楷体_GB2312" w:eastAsia="楷体_GB2312" w:hAnsi="Arial" w:cs="楷体_GB2312" w:hint="eastAsia"/>
          <w:color w:val="000000" w:themeColor="text1"/>
        </w:rPr>
        <w:t>理财或</w:t>
      </w:r>
      <w:r w:rsidRPr="00DE0804">
        <w:rPr>
          <w:rFonts w:ascii="楷体_GB2312" w:eastAsia="楷体_GB2312" w:hAnsi="Arial" w:cs="楷体_GB2312"/>
          <w:color w:val="000000" w:themeColor="text1"/>
        </w:rPr>
        <w:t>代销机构</w:t>
      </w:r>
      <w:r w:rsidRPr="00DE0804">
        <w:rPr>
          <w:rFonts w:ascii="楷体_GB2312" w:eastAsia="楷体_GB2312" w:hAnsi="Arial" w:cs="楷体_GB2312" w:hint="eastAsia"/>
          <w:color w:val="000000" w:themeColor="text1"/>
        </w:rPr>
        <w:t>并重新进行风险承受能力评估。</w:t>
      </w:r>
      <w:r w:rsidRPr="00DE0804">
        <w:rPr>
          <w:rFonts w:ascii="楷体_GB2312" w:eastAsia="楷体_GB2312" w:hAnsi="Arial" w:cs="楷体_GB2312"/>
          <w:color w:val="000000" w:themeColor="text1"/>
        </w:rPr>
        <w:t xml:space="preserve"> </w:t>
      </w:r>
    </w:p>
    <w:p w14:paraId="4381A2AD" w14:textId="77777777" w:rsidR="0036181F" w:rsidRPr="00DE0804" w:rsidRDefault="0036181F" w:rsidP="0036181F">
      <w:pPr>
        <w:jc w:val="right"/>
        <w:rPr>
          <w:rFonts w:ascii="楷体_GB2312" w:eastAsia="楷体_GB2312"/>
          <w:color w:val="000000" w:themeColor="text1"/>
        </w:rPr>
      </w:pPr>
      <w:r w:rsidRPr="00DE0804">
        <w:rPr>
          <w:rFonts w:ascii="楷体_GB2312" w:eastAsia="楷体_GB2312" w:hAnsi="Arial" w:cs="楷体_GB2312" w:hint="eastAsia"/>
          <w:color w:val="000000" w:themeColor="text1"/>
        </w:rPr>
        <w:t>风险揭示方：</w:t>
      </w:r>
      <w:r w:rsidRPr="00DE0804">
        <w:rPr>
          <w:rFonts w:ascii="楷体_GB2312" w:eastAsia="楷体_GB2312" w:hAnsi="Arial" w:cs="楷体_GB2312"/>
          <w:color w:val="000000" w:themeColor="text1"/>
        </w:rPr>
        <w:t xml:space="preserve"> </w:t>
      </w:r>
      <w:proofErr w:type="gramStart"/>
      <w:r w:rsidRPr="00DE0804">
        <w:rPr>
          <w:rFonts w:ascii="楷体_GB2312" w:eastAsia="楷体_GB2312" w:hAnsi="Arial" w:cs="楷体_GB2312" w:hint="eastAsia"/>
          <w:color w:val="000000" w:themeColor="text1"/>
        </w:rPr>
        <w:t>信银理财</w:t>
      </w:r>
      <w:proofErr w:type="gramEnd"/>
      <w:r w:rsidRPr="00DE0804">
        <w:rPr>
          <w:rFonts w:ascii="楷体_GB2312" w:eastAsia="楷体_GB2312" w:hAnsi="Arial" w:cs="楷体_GB2312" w:hint="eastAsia"/>
          <w:color w:val="000000" w:themeColor="text1"/>
        </w:rPr>
        <w:t>有限责任公司</w:t>
      </w:r>
    </w:p>
    <w:p w14:paraId="5F4A90D9" w14:textId="77777777" w:rsidR="0036181F" w:rsidRPr="00DE0804" w:rsidRDefault="0036181F" w:rsidP="0036181F">
      <w:pPr>
        <w:jc w:val="right"/>
        <w:rPr>
          <w:rFonts w:ascii="楷体_GB2312" w:eastAsia="楷体_GB2312"/>
          <w:color w:val="000000" w:themeColor="text1"/>
        </w:rPr>
      </w:pPr>
    </w:p>
    <w:p w14:paraId="4AA3B8F0" w14:textId="77777777" w:rsidR="0036181F" w:rsidRPr="00DE0804" w:rsidRDefault="0036181F" w:rsidP="0036181F">
      <w:pPr>
        <w:rPr>
          <w:rFonts w:ascii="楷体_GB2312" w:eastAsia="楷体_GB2312" w:hAnsi="Arial" w:cs="楷体_GB2312"/>
          <w:b/>
          <w:bCs/>
          <w:color w:val="000000" w:themeColor="text1"/>
          <w:u w:val="single"/>
        </w:rPr>
      </w:pPr>
    </w:p>
    <w:p w14:paraId="05FA9C71" w14:textId="77777777" w:rsidR="0036181F" w:rsidRPr="00DE0804" w:rsidRDefault="0036181F" w:rsidP="0036181F">
      <w:pPr>
        <w:jc w:val="center"/>
        <w:rPr>
          <w:rFonts w:ascii="楷体_GB2312" w:eastAsia="楷体_GB2312" w:hAnsi="Arial" w:cs="楷体_GB2312"/>
          <w:b/>
          <w:bCs/>
          <w:color w:val="000000" w:themeColor="text1"/>
          <w:u w:val="single"/>
        </w:rPr>
      </w:pPr>
    </w:p>
    <w:p w14:paraId="7A5058F0" w14:textId="77777777" w:rsidR="0036181F" w:rsidRPr="00DE0804" w:rsidRDefault="0036181F" w:rsidP="0036181F">
      <w:pPr>
        <w:jc w:val="center"/>
        <w:rPr>
          <w:rFonts w:ascii="楷体_GB2312" w:eastAsia="楷体_GB2312"/>
          <w:color w:val="000000" w:themeColor="text1"/>
        </w:rPr>
      </w:pPr>
      <w:r w:rsidRPr="00DE0804">
        <w:rPr>
          <w:rFonts w:ascii="楷体_GB2312" w:eastAsia="楷体_GB2312" w:hAnsi="Arial" w:cs="楷体_GB2312" w:hint="eastAsia"/>
          <w:b/>
          <w:bCs/>
          <w:color w:val="000000" w:themeColor="text1"/>
          <w:u w:val="single"/>
        </w:rPr>
        <w:t>客</w:t>
      </w:r>
      <w:r w:rsidRPr="00DE0804">
        <w:rPr>
          <w:rFonts w:ascii="楷体_GB2312" w:eastAsia="楷体_GB2312" w:hAnsi="Arial" w:cs="楷体_GB2312"/>
          <w:b/>
          <w:bCs/>
          <w:color w:val="000000" w:themeColor="text1"/>
          <w:u w:val="single"/>
        </w:rPr>
        <w:t xml:space="preserve"> </w:t>
      </w:r>
      <w:r w:rsidRPr="00DE0804">
        <w:rPr>
          <w:rFonts w:ascii="楷体_GB2312" w:eastAsia="楷体_GB2312" w:hAnsi="Arial" w:cs="楷体_GB2312" w:hint="eastAsia"/>
          <w:b/>
          <w:bCs/>
          <w:color w:val="000000" w:themeColor="text1"/>
          <w:u w:val="single"/>
        </w:rPr>
        <w:t>户</w:t>
      </w:r>
      <w:r w:rsidRPr="00DE0804">
        <w:rPr>
          <w:rFonts w:ascii="楷体_GB2312" w:eastAsia="楷体_GB2312" w:hAnsi="Arial" w:cs="楷体_GB2312"/>
          <w:b/>
          <w:bCs/>
          <w:color w:val="000000" w:themeColor="text1"/>
          <w:u w:val="single"/>
        </w:rPr>
        <w:t xml:space="preserve"> </w:t>
      </w:r>
      <w:r w:rsidRPr="00DE0804">
        <w:rPr>
          <w:rFonts w:ascii="楷体_GB2312" w:eastAsia="楷体_GB2312" w:hAnsi="Arial" w:cs="楷体_GB2312" w:hint="eastAsia"/>
          <w:b/>
          <w:bCs/>
          <w:color w:val="000000" w:themeColor="text1"/>
          <w:u w:val="single"/>
        </w:rPr>
        <w:t>确</w:t>
      </w:r>
      <w:r w:rsidRPr="00DE0804">
        <w:rPr>
          <w:rFonts w:ascii="楷体_GB2312" w:eastAsia="楷体_GB2312" w:hAnsi="Arial" w:cs="楷体_GB2312"/>
          <w:b/>
          <w:bCs/>
          <w:color w:val="000000" w:themeColor="text1"/>
          <w:u w:val="single"/>
        </w:rPr>
        <w:t xml:space="preserve"> </w:t>
      </w:r>
      <w:r w:rsidRPr="00DE0804">
        <w:rPr>
          <w:rFonts w:ascii="楷体_GB2312" w:eastAsia="楷体_GB2312" w:hAnsi="Arial" w:cs="楷体_GB2312" w:hint="eastAsia"/>
          <w:b/>
          <w:bCs/>
          <w:color w:val="000000" w:themeColor="text1"/>
          <w:u w:val="single"/>
        </w:rPr>
        <w:t>认</w:t>
      </w:r>
      <w:r w:rsidRPr="00DE0804">
        <w:rPr>
          <w:rFonts w:ascii="楷体_GB2312" w:eastAsia="楷体_GB2312" w:hAnsi="Arial" w:cs="楷体_GB2312"/>
          <w:b/>
          <w:bCs/>
          <w:color w:val="000000" w:themeColor="text1"/>
          <w:u w:val="single"/>
        </w:rPr>
        <w:t xml:space="preserve"> </w:t>
      </w:r>
      <w:r w:rsidRPr="00DE0804">
        <w:rPr>
          <w:rFonts w:ascii="楷体_GB2312" w:eastAsia="楷体_GB2312" w:hAnsi="Arial" w:cs="楷体_GB2312" w:hint="eastAsia"/>
          <w:b/>
          <w:bCs/>
          <w:color w:val="000000" w:themeColor="text1"/>
          <w:u w:val="single"/>
        </w:rPr>
        <w:t>栏</w:t>
      </w:r>
    </w:p>
    <w:p w14:paraId="7770F0BC" w14:textId="77777777" w:rsidR="0036181F" w:rsidRPr="00DE0804" w:rsidRDefault="0036181F" w:rsidP="0036181F">
      <w:pPr>
        <w:ind w:firstLineChars="200" w:firstLine="480"/>
        <w:jc w:val="both"/>
        <w:rPr>
          <w:rFonts w:ascii="楷体_GB2312" w:eastAsia="楷体_GB2312" w:hAnsi="Arial" w:cs="楷体_GB2312"/>
          <w:color w:val="000000" w:themeColor="text1"/>
        </w:rPr>
      </w:pPr>
      <w:r w:rsidRPr="00DE0804">
        <w:rPr>
          <w:rFonts w:ascii="楷体_GB2312" w:eastAsia="楷体_GB2312" w:hAnsi="Arial" w:cs="楷体_GB2312" w:hint="eastAsia"/>
          <w:color w:val="000000" w:themeColor="text1"/>
        </w:rPr>
        <w:t>本人/本单位确认，本人/本单位购买该理财产品为本人/本单位真实的意思表示</w:t>
      </w:r>
      <w:r w:rsidRPr="00DE0804">
        <w:rPr>
          <w:rFonts w:ascii="楷体_GB2312" w:eastAsia="楷体_GB2312" w:hAnsi="Arial" w:cs="楷体_GB2312"/>
          <w:color w:val="000000" w:themeColor="text1"/>
        </w:rPr>
        <w:t>,</w:t>
      </w:r>
      <w:r w:rsidRPr="00DE0804">
        <w:rPr>
          <w:rFonts w:ascii="楷体_GB2312" w:eastAsia="楷体_GB2312" w:hAnsi="Arial" w:cs="楷体_GB2312" w:hint="eastAsia"/>
          <w:color w:val="000000" w:themeColor="text1"/>
        </w:rPr>
        <w:t>并认为该理财产品完全适合本人/本单位的投资目标、投资预期以及风险承受能力，本人/本单位自愿承担由此带来的一切后果。本人/本单位</w:t>
      </w:r>
      <w:proofErr w:type="gramStart"/>
      <w:r w:rsidRPr="00DE0804">
        <w:rPr>
          <w:rFonts w:ascii="楷体_GB2312" w:eastAsia="楷体_GB2312" w:hAnsi="Arial" w:cs="楷体_GB2312" w:hint="eastAsia"/>
          <w:color w:val="000000" w:themeColor="text1"/>
        </w:rPr>
        <w:t>确认信银</w:t>
      </w:r>
      <w:proofErr w:type="gramEnd"/>
      <w:r w:rsidRPr="00DE0804">
        <w:rPr>
          <w:rFonts w:ascii="楷体_GB2312" w:eastAsia="楷体_GB2312" w:hAnsi="Arial" w:cs="楷体_GB2312" w:hint="eastAsia"/>
          <w:color w:val="000000" w:themeColor="text1"/>
        </w:rPr>
        <w:t>理财/代销</w:t>
      </w:r>
      <w:r w:rsidRPr="00DE0804">
        <w:rPr>
          <w:rFonts w:ascii="楷体_GB2312" w:eastAsia="楷体_GB2312" w:hAnsi="Arial" w:cs="楷体_GB2312"/>
          <w:color w:val="000000" w:themeColor="text1"/>
        </w:rPr>
        <w:t>机构</w:t>
      </w:r>
      <w:r w:rsidRPr="00DE0804">
        <w:rPr>
          <w:rFonts w:ascii="楷体_GB2312" w:eastAsia="楷体_GB2312" w:hAnsi="Arial" w:cs="楷体_GB2312" w:hint="eastAsia"/>
          <w:color w:val="000000" w:themeColor="text1"/>
        </w:rPr>
        <w:t>相关业务人员对于理财产品销售文件中限制或排除本人/本单位权利、增加或加重本人/本单位义务或责任以及有关免除或减轻信银理财责任</w:t>
      </w:r>
      <w:proofErr w:type="gramStart"/>
      <w:r w:rsidRPr="00DE0804">
        <w:rPr>
          <w:rFonts w:ascii="楷体_GB2312" w:eastAsia="楷体_GB2312" w:hAnsi="Arial" w:cs="楷体_GB2312" w:hint="eastAsia"/>
          <w:color w:val="000000" w:themeColor="text1"/>
        </w:rPr>
        <w:t>或</w:t>
      </w:r>
      <w:r w:rsidRPr="00DE0804">
        <w:rPr>
          <w:rFonts w:ascii="楷体_GB2312" w:eastAsia="楷体_GB2312" w:hAnsi="Arial" w:cs="楷体_GB2312" w:hint="eastAsia"/>
          <w:color w:val="000000" w:themeColor="text1"/>
        </w:rPr>
        <w:lastRenderedPageBreak/>
        <w:t>信银理财</w:t>
      </w:r>
      <w:proofErr w:type="gramEnd"/>
      <w:r w:rsidRPr="00DE0804">
        <w:rPr>
          <w:rFonts w:ascii="楷体_GB2312" w:eastAsia="楷体_GB2312" w:hAnsi="Arial" w:cs="楷体_GB2312" w:hint="eastAsia"/>
          <w:color w:val="000000" w:themeColor="text1"/>
        </w:rPr>
        <w:t>单方面拥有某些权利的条款已向本人</w:t>
      </w:r>
      <w:r>
        <w:rPr>
          <w:rFonts w:ascii="楷体_GB2312" w:eastAsia="楷体_GB2312" w:hAnsi="Arial" w:cs="楷体_GB2312" w:hint="eastAsia"/>
          <w:color w:val="000000" w:themeColor="text1"/>
        </w:rPr>
        <w:t>/本单位</w:t>
      </w:r>
      <w:r w:rsidRPr="00DE0804">
        <w:rPr>
          <w:rFonts w:ascii="楷体_GB2312" w:eastAsia="楷体_GB2312" w:hAnsi="Arial" w:cs="楷体_GB2312" w:hint="eastAsia"/>
          <w:color w:val="000000" w:themeColor="text1"/>
        </w:rPr>
        <w:t>予以说明，本人/本单位已完全理解并自愿接受。</w:t>
      </w:r>
      <w:r w:rsidRPr="00DE0804">
        <w:rPr>
          <w:rFonts w:ascii="楷体_GB2312" w:eastAsia="楷体_GB2312" w:hAnsi="Arial" w:cs="楷体_GB2312"/>
          <w:color w:val="000000" w:themeColor="text1"/>
        </w:rPr>
        <w:t xml:space="preserve"> </w:t>
      </w:r>
    </w:p>
    <w:p w14:paraId="42D05EBF" w14:textId="77777777" w:rsidR="0036181F" w:rsidRPr="00DE0804" w:rsidRDefault="0036181F" w:rsidP="0036181F">
      <w:pPr>
        <w:pStyle w:val="a9"/>
        <w:ind w:firstLineChars="0" w:firstLine="480"/>
        <w:jc w:val="both"/>
        <w:rPr>
          <w:rFonts w:ascii="楷体_GB2312" w:eastAsia="楷体_GB2312"/>
          <w:b/>
          <w:color w:val="000000" w:themeColor="text1"/>
        </w:rPr>
      </w:pPr>
      <w:r w:rsidRPr="00DE0804">
        <w:rPr>
          <w:rFonts w:ascii="楷体_GB2312" w:eastAsia="楷体_GB2312" w:hint="eastAsia"/>
          <w:b/>
          <w:color w:val="000000" w:themeColor="text1"/>
        </w:rPr>
        <w:t>本人</w:t>
      </w:r>
      <w:r w:rsidRPr="00DE0804">
        <w:rPr>
          <w:rFonts w:ascii="楷体_GB2312" w:eastAsia="楷体_GB2312" w:hAnsi="Arial" w:cs="楷体_GB2312" w:hint="eastAsia"/>
          <w:b/>
          <w:color w:val="000000" w:themeColor="text1"/>
        </w:rPr>
        <w:t>/本单位</w:t>
      </w:r>
      <w:r w:rsidRPr="00DE0804">
        <w:rPr>
          <w:rFonts w:ascii="楷体_GB2312" w:eastAsia="楷体_GB2312" w:hint="eastAsia"/>
          <w:b/>
          <w:color w:val="000000" w:themeColor="text1"/>
        </w:rPr>
        <w:t>确认，将向本理财产品销售机构真实提供信息，自主</w:t>
      </w:r>
      <w:proofErr w:type="gramStart"/>
      <w:r w:rsidRPr="00DE0804">
        <w:rPr>
          <w:rFonts w:ascii="楷体_GB2312" w:eastAsia="楷体_GB2312" w:hint="eastAsia"/>
          <w:b/>
          <w:color w:val="000000" w:themeColor="text1"/>
        </w:rPr>
        <w:t>作出</w:t>
      </w:r>
      <w:proofErr w:type="gramEnd"/>
      <w:r w:rsidRPr="00DE0804">
        <w:rPr>
          <w:rFonts w:ascii="楷体_GB2312" w:eastAsia="楷体_GB2312" w:hint="eastAsia"/>
          <w:b/>
          <w:color w:val="000000" w:themeColor="text1"/>
        </w:rPr>
        <w:t>认（申</w:t>
      </w:r>
      <w:r w:rsidRPr="00DE0804">
        <w:rPr>
          <w:rFonts w:ascii="楷体_GB2312" w:eastAsia="楷体_GB2312"/>
          <w:b/>
          <w:color w:val="000000" w:themeColor="text1"/>
        </w:rPr>
        <w:t>）</w:t>
      </w:r>
      <w:r w:rsidRPr="00DE0804">
        <w:rPr>
          <w:rFonts w:ascii="楷体_GB2312" w:eastAsia="楷体_GB2312" w:hint="eastAsia"/>
          <w:b/>
          <w:color w:val="000000" w:themeColor="text1"/>
        </w:rPr>
        <w:t>购/赎回等决定，独立对销售文件进行签字</w:t>
      </w:r>
      <w:r w:rsidRPr="00DE0804">
        <w:rPr>
          <w:rFonts w:ascii="楷体_GB2312" w:eastAsia="楷体_GB2312"/>
          <w:b/>
          <w:color w:val="000000" w:themeColor="text1"/>
        </w:rPr>
        <w:t>/盖章确认，自主承担投资风险。本人</w:t>
      </w:r>
      <w:r w:rsidRPr="00DE0804">
        <w:rPr>
          <w:rFonts w:ascii="楷体_GB2312" w:eastAsia="楷体_GB2312" w:hint="eastAsia"/>
          <w:b/>
          <w:color w:val="000000" w:themeColor="text1"/>
        </w:rPr>
        <w:t>/本单位</w:t>
      </w:r>
      <w:r w:rsidRPr="00DE0804">
        <w:rPr>
          <w:rFonts w:ascii="楷体_GB2312" w:eastAsia="楷体_GB2312"/>
          <w:b/>
          <w:color w:val="000000" w:themeColor="text1"/>
        </w:rPr>
        <w:t>拒绝向销售机构提供或者未按照要求提供信息的，销售机构有权告知本人</w:t>
      </w:r>
      <w:r w:rsidRPr="00DE0804">
        <w:rPr>
          <w:rFonts w:ascii="楷体_GB2312" w:eastAsia="楷体_GB2312" w:hint="eastAsia"/>
          <w:b/>
          <w:color w:val="000000" w:themeColor="text1"/>
        </w:rPr>
        <w:t>/本单位</w:t>
      </w:r>
      <w:r w:rsidRPr="00DE0804">
        <w:rPr>
          <w:rFonts w:ascii="楷体_GB2312" w:eastAsia="楷体_GB2312"/>
          <w:b/>
          <w:color w:val="000000" w:themeColor="text1"/>
        </w:rPr>
        <w:t>相应的后果和责任，并有权拒绝向本人</w:t>
      </w:r>
      <w:r w:rsidRPr="00DE0804">
        <w:rPr>
          <w:rFonts w:ascii="楷体_GB2312" w:eastAsia="楷体_GB2312" w:hint="eastAsia"/>
          <w:b/>
          <w:color w:val="000000" w:themeColor="text1"/>
        </w:rPr>
        <w:t>/本单位</w:t>
      </w:r>
      <w:r w:rsidRPr="00DE0804">
        <w:rPr>
          <w:rFonts w:ascii="楷体_GB2312" w:eastAsia="楷体_GB2312"/>
          <w:b/>
          <w:color w:val="000000" w:themeColor="text1"/>
        </w:rPr>
        <w:t>提供销售服务。</w:t>
      </w:r>
    </w:p>
    <w:p w14:paraId="4ECFA85E" w14:textId="77777777" w:rsidR="0036181F" w:rsidRPr="00DE0804" w:rsidRDefault="0036181F" w:rsidP="0036181F">
      <w:pPr>
        <w:pStyle w:val="a9"/>
        <w:ind w:firstLineChars="0" w:firstLine="480"/>
        <w:jc w:val="both"/>
        <w:rPr>
          <w:rFonts w:ascii="楷体_GB2312" w:eastAsia="楷体_GB2312"/>
          <w:color w:val="000000" w:themeColor="text1"/>
        </w:rPr>
      </w:pPr>
      <w:r w:rsidRPr="00DE0804">
        <w:rPr>
          <w:rFonts w:ascii="楷体_GB2312" w:eastAsia="楷体_GB2312" w:hint="eastAsia"/>
          <w:color w:val="000000" w:themeColor="text1"/>
        </w:rPr>
        <w:t>本人</w:t>
      </w:r>
      <w:r w:rsidRPr="00DE0804">
        <w:rPr>
          <w:rFonts w:ascii="楷体_GB2312" w:eastAsia="楷体_GB2312" w:hAnsi="Arial" w:cs="楷体_GB2312" w:hint="eastAsia"/>
          <w:color w:val="000000" w:themeColor="text1"/>
        </w:rPr>
        <w:t>/本单位</w:t>
      </w:r>
      <w:r w:rsidRPr="00DE0804">
        <w:rPr>
          <w:rFonts w:ascii="楷体_GB2312" w:eastAsia="楷体_GB2312" w:hint="eastAsia"/>
          <w:color w:val="000000" w:themeColor="text1"/>
        </w:rPr>
        <w:t>确认</w:t>
      </w:r>
      <w:r w:rsidRPr="00DE0804">
        <w:rPr>
          <w:rFonts w:ascii="楷体_GB2312" w:eastAsia="楷体_GB2312"/>
          <w:color w:val="000000" w:themeColor="text1"/>
        </w:rPr>
        <w:t>，</w:t>
      </w:r>
      <w:r w:rsidRPr="00DE0804">
        <w:rPr>
          <w:rFonts w:ascii="楷体_GB2312" w:eastAsia="楷体_GB2312" w:hint="eastAsia"/>
          <w:color w:val="000000" w:themeColor="text1"/>
        </w:rPr>
        <w:t>投资</w:t>
      </w:r>
      <w:r w:rsidRPr="00DE0804">
        <w:rPr>
          <w:rFonts w:ascii="楷体_GB2312" w:eastAsia="楷体_GB2312"/>
          <w:color w:val="000000" w:themeColor="text1"/>
        </w:rPr>
        <w:t>本理财产品的</w:t>
      </w:r>
      <w:r w:rsidRPr="00DE0804">
        <w:rPr>
          <w:rFonts w:ascii="楷体_GB2312" w:eastAsia="楷体_GB2312" w:hint="eastAsia"/>
          <w:color w:val="000000" w:themeColor="text1"/>
        </w:rPr>
        <w:t>资金非贷款</w:t>
      </w:r>
      <w:r w:rsidRPr="00DE0804">
        <w:rPr>
          <w:rFonts w:ascii="楷体_GB2312" w:eastAsia="楷体_GB2312"/>
          <w:color w:val="000000" w:themeColor="text1"/>
        </w:rPr>
        <w:t>、发行债券等募集的非自有资金。</w:t>
      </w:r>
    </w:p>
    <w:p w14:paraId="0F7AF5F8" w14:textId="77777777" w:rsidR="0036181F" w:rsidRPr="00DE0804" w:rsidRDefault="0036181F" w:rsidP="0036181F">
      <w:pPr>
        <w:ind w:firstLineChars="200" w:firstLine="480"/>
        <w:jc w:val="both"/>
        <w:rPr>
          <w:rFonts w:ascii="楷体_GB2312" w:eastAsia="楷体_GB2312" w:hAnsi="Arial" w:cs="楷体_GB2312"/>
          <w:color w:val="000000" w:themeColor="text1"/>
        </w:rPr>
      </w:pPr>
      <w:r w:rsidRPr="00DE0804">
        <w:rPr>
          <w:rFonts w:ascii="楷体_GB2312" w:eastAsia="楷体_GB2312" w:hAnsi="Arial" w:cs="楷体_GB2312" w:hint="eastAsia"/>
          <w:color w:val="000000" w:themeColor="text1"/>
        </w:rPr>
        <w:t>本人/本单位确认已阅知客户权益须知，完全清楚理财产品购买流程、风险评估、产品评级含义、信息披露方式及渠道、</w:t>
      </w:r>
      <w:proofErr w:type="gramStart"/>
      <w:r w:rsidRPr="00DE0804">
        <w:rPr>
          <w:rFonts w:ascii="楷体_GB2312" w:eastAsia="楷体_GB2312" w:hAnsi="Arial" w:cs="楷体_GB2312" w:hint="eastAsia"/>
          <w:color w:val="000000" w:themeColor="text1"/>
        </w:rPr>
        <w:t>信银理财</w:t>
      </w:r>
      <w:proofErr w:type="gramEnd"/>
      <w:r w:rsidRPr="00DE0804">
        <w:rPr>
          <w:rFonts w:ascii="楷体_GB2312" w:eastAsia="楷体_GB2312" w:hAnsi="Arial" w:cs="楷体_GB2312" w:hint="eastAsia"/>
          <w:color w:val="000000" w:themeColor="text1"/>
        </w:rPr>
        <w:t>及代销机构联系方式及投诉程序等内容。</w:t>
      </w:r>
    </w:p>
    <w:p w14:paraId="7B3ADA12" w14:textId="77777777" w:rsidR="0036181F" w:rsidRPr="00DE0804" w:rsidRDefault="0036181F" w:rsidP="0036181F">
      <w:pPr>
        <w:ind w:firstLineChars="200" w:firstLine="480"/>
        <w:jc w:val="both"/>
        <w:rPr>
          <w:rFonts w:ascii="楷体_GB2312" w:eastAsia="楷体_GB2312" w:hAnsi="Arial" w:cs="楷体_GB2312"/>
          <w:color w:val="000000" w:themeColor="text1"/>
        </w:rPr>
      </w:pPr>
    </w:p>
    <w:p w14:paraId="1BCCE079" w14:textId="77777777" w:rsidR="0036181F" w:rsidRPr="00DE0804" w:rsidRDefault="0036181F" w:rsidP="0036181F">
      <w:pPr>
        <w:ind w:firstLineChars="200" w:firstLine="480"/>
        <w:jc w:val="both"/>
        <w:rPr>
          <w:rFonts w:ascii="楷体_GB2312" w:eastAsia="楷体_GB2312" w:hAnsi="Arial" w:cs="楷体_GB2312"/>
          <w:color w:val="000000" w:themeColor="text1"/>
        </w:rPr>
      </w:pPr>
      <w:r w:rsidRPr="00DE0804">
        <w:rPr>
          <w:rFonts w:ascii="楷体_GB2312" w:eastAsia="楷体_GB2312" w:hAnsi="Arial" w:cs="楷体_GB2312" w:hint="eastAsia"/>
          <w:color w:val="000000" w:themeColor="text1"/>
        </w:rPr>
        <w:t>本人/本单位确认如下：</w:t>
      </w:r>
      <w:r w:rsidRPr="00DE0804">
        <w:rPr>
          <w:rFonts w:ascii="楷体_GB2312" w:eastAsia="楷体_GB2312" w:hAnsi="Arial" w:cs="楷体_GB2312"/>
          <w:color w:val="000000" w:themeColor="text1"/>
        </w:rPr>
        <w:t xml:space="preserve"> </w:t>
      </w:r>
    </w:p>
    <w:p w14:paraId="1DCC4638" w14:textId="77777777" w:rsidR="0036181F" w:rsidRPr="00DE0804" w:rsidRDefault="0036181F" w:rsidP="0036181F">
      <w:pPr>
        <w:ind w:firstLineChars="200" w:firstLine="480"/>
        <w:jc w:val="both"/>
        <w:rPr>
          <w:rFonts w:ascii="楷体_GB2312" w:eastAsia="楷体_GB2312" w:hAnsi="Arial" w:cs="楷体_GB2312"/>
          <w:color w:val="000000" w:themeColor="text1"/>
        </w:rPr>
      </w:pPr>
    </w:p>
    <w:p w14:paraId="40AE9807" w14:textId="77777777" w:rsidR="0036181F" w:rsidRPr="00DE0804" w:rsidRDefault="0036181F" w:rsidP="0036181F">
      <w:pPr>
        <w:ind w:firstLineChars="200" w:firstLine="482"/>
        <w:jc w:val="both"/>
        <w:rPr>
          <w:rFonts w:ascii="楷体_GB2312" w:eastAsia="楷体_GB2312" w:hAnsi="Arial" w:cs="楷体_GB2312"/>
          <w:b/>
          <w:bCs/>
          <w:color w:val="000000" w:themeColor="text1"/>
        </w:rPr>
      </w:pPr>
      <w:r w:rsidRPr="00DE0804">
        <w:rPr>
          <w:rFonts w:ascii="楷体_GB2312" w:eastAsia="楷体_GB2312" w:hAnsi="Arial" w:cs="楷体_GB2312" w:hint="eastAsia"/>
          <w:b/>
          <w:bCs/>
          <w:color w:val="000000" w:themeColor="text1"/>
        </w:rPr>
        <w:t>本理财产品可能</w:t>
      </w:r>
      <w:proofErr w:type="gramStart"/>
      <w:r w:rsidRPr="00DE0804">
        <w:rPr>
          <w:rFonts w:ascii="楷体_GB2312" w:eastAsia="楷体_GB2312" w:hAnsi="Arial" w:cs="楷体_GB2312" w:hint="eastAsia"/>
          <w:b/>
          <w:bCs/>
          <w:color w:val="000000" w:themeColor="text1"/>
        </w:rPr>
        <w:t>委托信银</w:t>
      </w:r>
      <w:proofErr w:type="gramEnd"/>
      <w:r w:rsidRPr="00DE0804">
        <w:rPr>
          <w:rFonts w:ascii="楷体_GB2312" w:eastAsia="楷体_GB2312" w:hAnsi="Arial" w:cs="楷体_GB2312" w:hint="eastAsia"/>
          <w:b/>
          <w:bCs/>
          <w:color w:val="000000" w:themeColor="text1"/>
        </w:rPr>
        <w:t>理财的关联方【中信银行股份有限公司、中信百信银行股份有限公司】销售，【中信银行股份有限公司】</w:t>
      </w:r>
      <w:proofErr w:type="gramStart"/>
      <w:r w:rsidRPr="00DE0804">
        <w:rPr>
          <w:rFonts w:ascii="楷体_GB2312" w:eastAsia="楷体_GB2312" w:hAnsi="Arial" w:cs="楷体_GB2312" w:hint="eastAsia"/>
          <w:b/>
          <w:bCs/>
          <w:color w:val="000000" w:themeColor="text1"/>
        </w:rPr>
        <w:t>系信银</w:t>
      </w:r>
      <w:proofErr w:type="gramEnd"/>
      <w:r w:rsidRPr="00DE0804">
        <w:rPr>
          <w:rFonts w:ascii="楷体_GB2312" w:eastAsia="楷体_GB2312" w:hAnsi="Arial" w:cs="楷体_GB2312" w:hint="eastAsia"/>
          <w:b/>
          <w:bCs/>
          <w:color w:val="000000" w:themeColor="text1"/>
        </w:rPr>
        <w:t>理财的【唯一股东】，【中信百信银行股份有限公司】系中信银行</w:t>
      </w:r>
      <w:r>
        <w:rPr>
          <w:rFonts w:ascii="楷体_GB2312" w:eastAsia="楷体_GB2312" w:hAnsi="Arial" w:cs="楷体_GB2312" w:hint="eastAsia"/>
          <w:b/>
          <w:bCs/>
          <w:color w:val="000000" w:themeColor="text1"/>
        </w:rPr>
        <w:t>股份有限公司</w:t>
      </w:r>
      <w:r w:rsidRPr="00DE0804">
        <w:rPr>
          <w:rFonts w:ascii="楷体_GB2312" w:eastAsia="楷体_GB2312" w:hAnsi="Arial" w:cs="楷体_GB2312" w:hint="eastAsia"/>
          <w:b/>
          <w:bCs/>
          <w:color w:val="000000" w:themeColor="text1"/>
        </w:rPr>
        <w:t>控股子公司，</w:t>
      </w:r>
      <w:proofErr w:type="gramStart"/>
      <w:r w:rsidRPr="00DE0804">
        <w:rPr>
          <w:rFonts w:ascii="楷体_GB2312" w:eastAsia="楷体_GB2312" w:hAnsi="Arial" w:cs="楷体_GB2312" w:hint="eastAsia"/>
          <w:b/>
          <w:bCs/>
          <w:color w:val="000000" w:themeColor="text1"/>
        </w:rPr>
        <w:t>与信银</w:t>
      </w:r>
      <w:r w:rsidRPr="00DE0804">
        <w:rPr>
          <w:rFonts w:ascii="楷体_GB2312" w:eastAsia="楷体_GB2312" w:hAnsi="Arial" w:cs="楷体_GB2312"/>
          <w:b/>
          <w:bCs/>
          <w:color w:val="000000" w:themeColor="text1"/>
        </w:rPr>
        <w:t>理财</w:t>
      </w:r>
      <w:proofErr w:type="gramEnd"/>
      <w:r w:rsidRPr="00DE0804">
        <w:rPr>
          <w:rFonts w:ascii="楷体_GB2312" w:eastAsia="楷体_GB2312" w:hAnsi="Arial" w:cs="楷体_GB2312" w:hint="eastAsia"/>
          <w:b/>
          <w:bCs/>
          <w:color w:val="000000" w:themeColor="text1"/>
        </w:rPr>
        <w:t>具有关联关系。</w:t>
      </w:r>
      <w:proofErr w:type="gramStart"/>
      <w:r w:rsidRPr="00DE0804">
        <w:rPr>
          <w:rFonts w:ascii="楷体_GB2312" w:eastAsia="楷体_GB2312" w:hAnsi="Arial" w:cs="楷体_GB2312" w:hint="eastAsia"/>
          <w:b/>
          <w:bCs/>
          <w:color w:val="000000" w:themeColor="text1"/>
        </w:rPr>
        <w:t>信银理财</w:t>
      </w:r>
      <w:proofErr w:type="gramEnd"/>
      <w:r w:rsidRPr="00DE0804">
        <w:rPr>
          <w:rFonts w:ascii="楷体_GB2312" w:eastAsia="楷体_GB2312" w:hAnsi="Arial" w:cs="楷体_GB2312" w:hint="eastAsia"/>
          <w:b/>
          <w:bCs/>
          <w:color w:val="000000" w:themeColor="text1"/>
        </w:rPr>
        <w:t>委托【中信银行股份有限公司、中信百信银行股份有限公司】销售本理财产品的，存在关联交易风险，请投资者仔细阅读</w:t>
      </w:r>
      <w:r w:rsidRPr="00DE0804">
        <w:rPr>
          <w:rFonts w:ascii="楷体_GB2312" w:eastAsia="楷体_GB2312" w:hAnsi="Arial" w:cs="楷体_GB2312" w:hint="eastAsia"/>
          <w:b/>
          <w:color w:val="000000" w:themeColor="text1"/>
        </w:rPr>
        <w:t>理财产品说明书中相应风险揭示部分</w:t>
      </w:r>
      <w:r w:rsidRPr="00DE0804">
        <w:rPr>
          <w:rFonts w:ascii="楷体_GB2312" w:eastAsia="楷体_GB2312" w:hAnsi="Arial" w:cs="楷体_GB2312" w:hint="eastAsia"/>
          <w:b/>
          <w:bCs/>
          <w:color w:val="000000" w:themeColor="text1"/>
        </w:rPr>
        <w:t>。</w:t>
      </w:r>
    </w:p>
    <w:p w14:paraId="050B1B8A" w14:textId="77777777" w:rsidR="0036181F" w:rsidRPr="00DE0804" w:rsidRDefault="0036181F" w:rsidP="0036181F">
      <w:pPr>
        <w:ind w:firstLineChars="200" w:firstLine="482"/>
        <w:jc w:val="both"/>
        <w:rPr>
          <w:rFonts w:ascii="楷体_GB2312" w:eastAsia="楷体_GB2312" w:hAnsi="Arial" w:cs="楷体_GB2312"/>
          <w:b/>
          <w:bCs/>
          <w:color w:val="000000" w:themeColor="text1"/>
        </w:rPr>
      </w:pPr>
      <w:r w:rsidRPr="00DE0804">
        <w:rPr>
          <w:rFonts w:ascii="楷体_GB2312" w:eastAsia="楷体_GB2312" w:hAnsi="Arial" w:cs="楷体_GB2312" w:hint="eastAsia"/>
          <w:b/>
          <w:bCs/>
          <w:color w:val="000000" w:themeColor="text1"/>
        </w:rPr>
        <w:t>本人/本单位确认，已知悉上述关联交易，愿意承担相应投资风险。</w:t>
      </w:r>
    </w:p>
    <w:p w14:paraId="162C2C31" w14:textId="77777777" w:rsidR="0036181F" w:rsidRPr="00DE0804" w:rsidRDefault="0036181F" w:rsidP="0036181F">
      <w:pPr>
        <w:ind w:firstLineChars="200" w:firstLine="480"/>
        <w:jc w:val="both"/>
        <w:rPr>
          <w:color w:val="000000" w:themeColor="text1"/>
        </w:rPr>
      </w:pPr>
    </w:p>
    <w:p w14:paraId="37A809FA" w14:textId="77777777" w:rsidR="0036181F" w:rsidRPr="00DE0804" w:rsidRDefault="0036181F" w:rsidP="0036181F">
      <w:pPr>
        <w:ind w:firstLineChars="200" w:firstLine="480"/>
        <w:jc w:val="both"/>
        <w:rPr>
          <w:rFonts w:ascii="楷体_GB2312" w:eastAsia="楷体_GB2312"/>
          <w:color w:val="000000" w:themeColor="text1"/>
        </w:rPr>
      </w:pPr>
      <w:r w:rsidRPr="00DE0804">
        <w:rPr>
          <w:rFonts w:ascii="楷体_GB2312" w:eastAsia="楷体_GB2312" w:hAnsi="Arial" w:cs="楷体_GB2312" w:hint="eastAsia"/>
          <w:color w:val="000000" w:themeColor="text1"/>
        </w:rPr>
        <w:t>本人/本单位风险承受能力评级为（由个人客户本人</w:t>
      </w:r>
      <w:r w:rsidRPr="00DE0804">
        <w:rPr>
          <w:rFonts w:ascii="楷体_GB2312" w:eastAsia="楷体_GB2312" w:hAnsi="Arial" w:cs="楷体_GB2312"/>
          <w:color w:val="000000" w:themeColor="text1"/>
        </w:rPr>
        <w:t>/机构客户</w:t>
      </w:r>
      <w:r w:rsidRPr="00DE0804">
        <w:rPr>
          <w:rFonts w:ascii="楷体_GB2312" w:eastAsia="楷体_GB2312" w:hAnsi="Arial" w:cs="楷体_GB2312" w:hint="eastAsia"/>
          <w:color w:val="000000" w:themeColor="text1"/>
        </w:rPr>
        <w:t>授权</w:t>
      </w:r>
      <w:r w:rsidRPr="00DE0804">
        <w:rPr>
          <w:rFonts w:ascii="楷体_GB2312" w:eastAsia="楷体_GB2312" w:hAnsi="Arial" w:cs="楷体_GB2312"/>
          <w:color w:val="000000" w:themeColor="text1"/>
        </w:rPr>
        <w:t>经办人</w:t>
      </w:r>
      <w:r w:rsidRPr="00DE0804">
        <w:rPr>
          <w:rFonts w:ascii="楷体_GB2312" w:eastAsia="楷体_GB2312" w:hAnsi="Arial" w:cs="楷体_GB2312" w:hint="eastAsia"/>
          <w:color w:val="000000" w:themeColor="text1"/>
        </w:rPr>
        <w:t>填写）：</w:t>
      </w:r>
      <w:r w:rsidRPr="00DE0804">
        <w:rPr>
          <w:rFonts w:ascii="楷体_GB2312" w:eastAsia="楷体_GB2312" w:hAnsi="Arial"/>
          <w:color w:val="000000" w:themeColor="text1"/>
        </w:rPr>
        <w:t> </w:t>
      </w:r>
      <w:r w:rsidRPr="00DE0804">
        <w:rPr>
          <w:rFonts w:ascii="Arial" w:hAnsi="Arial" w:cs="Arial"/>
          <w:color w:val="000000" w:themeColor="text1"/>
          <w:sz w:val="18"/>
          <w:szCs w:val="18"/>
        </w:rPr>
        <w:t> </w:t>
      </w:r>
    </w:p>
    <w:p w14:paraId="44937BCF" w14:textId="77777777" w:rsidR="0036181F" w:rsidRPr="00DE0804" w:rsidRDefault="0036181F" w:rsidP="0036181F">
      <w:pPr>
        <w:snapToGrid w:val="0"/>
        <w:jc w:val="both"/>
        <w:rPr>
          <w:rFonts w:ascii="楷体_GB2312" w:eastAsia="楷体_GB2312"/>
          <w:color w:val="000000" w:themeColor="text1"/>
        </w:rPr>
      </w:pPr>
      <w:r w:rsidRPr="00DE0804">
        <w:rPr>
          <w:rFonts w:ascii="楷体_GB2312" w:eastAsia="楷体_GB2312" w:cs="楷体_GB2312" w:hint="eastAsia"/>
          <w:color w:val="000000" w:themeColor="text1"/>
        </w:rPr>
        <w:t>（</w:t>
      </w:r>
      <w:r w:rsidRPr="00DE0804">
        <w:rPr>
          <w:rFonts w:ascii="楷体_GB2312" w:eastAsia="楷体_GB2312" w:hAnsi="Arial" w:cs="楷体_GB2312" w:hint="eastAsia"/>
          <w:color w:val="000000" w:themeColor="text1"/>
        </w:rPr>
        <w:t>个人客户本人/机构客户授权经办人需全文抄录以下文字以完成确认</w:t>
      </w:r>
      <w:r w:rsidRPr="00DE0804">
        <w:rPr>
          <w:rFonts w:ascii="楷体_GB2312" w:eastAsia="楷体_GB2312" w:cs="楷体_GB2312" w:hint="eastAsia"/>
          <w:color w:val="000000" w:themeColor="text1"/>
        </w:rPr>
        <w:t>：</w:t>
      </w:r>
      <w:r w:rsidRPr="00DE0804">
        <w:rPr>
          <w:rFonts w:ascii="楷体_GB2312" w:eastAsia="楷体_GB2312" w:cs="楷体_GB2312" w:hint="eastAsia"/>
          <w:b/>
          <w:bCs/>
          <w:color w:val="000000" w:themeColor="text1"/>
        </w:rPr>
        <w:t>本人</w:t>
      </w:r>
      <w:r w:rsidRPr="006D7D92">
        <w:rPr>
          <w:rFonts w:ascii="楷体_GB2312" w:eastAsia="楷体_GB2312" w:hAnsi="Arial" w:cs="楷体_GB2312"/>
          <w:b/>
          <w:bCs/>
          <w:color w:val="000000" w:themeColor="text1"/>
        </w:rPr>
        <w:t>/本单位</w:t>
      </w:r>
      <w:r w:rsidRPr="00DE0804">
        <w:rPr>
          <w:rFonts w:ascii="楷体_GB2312" w:eastAsia="楷体_GB2312" w:cs="楷体_GB2312" w:hint="eastAsia"/>
          <w:b/>
          <w:bCs/>
          <w:color w:val="000000" w:themeColor="text1"/>
        </w:rPr>
        <w:t>已经阅读风险揭示，愿意承担投资风险</w:t>
      </w:r>
      <w:r w:rsidRPr="00DE0804">
        <w:rPr>
          <w:rFonts w:ascii="楷体_GB2312" w:eastAsia="楷体_GB2312" w:cs="楷体_GB2312" w:hint="eastAsia"/>
          <w:color w:val="000000" w:themeColor="text1"/>
        </w:rPr>
        <w:t>。）</w:t>
      </w:r>
      <w:r w:rsidRPr="00DE0804">
        <w:rPr>
          <w:rFonts w:ascii="楷体_GB2312" w:eastAsia="楷体_GB2312" w:cs="楷体_GB2312"/>
          <w:color w:val="000000" w:themeColor="text1"/>
        </w:rPr>
        <w:t xml:space="preserve"> </w:t>
      </w:r>
    </w:p>
    <w:p w14:paraId="690192AE" w14:textId="77777777" w:rsidR="0036181F" w:rsidRPr="00DE0804" w:rsidRDefault="0036181F" w:rsidP="0036181F">
      <w:pPr>
        <w:snapToGrid w:val="0"/>
        <w:rPr>
          <w:rFonts w:ascii="楷体_GB2312" w:eastAsia="楷体_GB2312"/>
          <w:color w:val="000000" w:themeColor="text1"/>
        </w:rPr>
      </w:pPr>
      <w:r w:rsidRPr="00DE0804">
        <w:rPr>
          <w:rFonts w:ascii="楷体_GB2312" w:eastAsia="楷体_GB2312"/>
          <w:color w:val="000000" w:themeColor="text1"/>
          <w:u w:val="single"/>
        </w:rPr>
        <w:t>                                 </w:t>
      </w:r>
    </w:p>
    <w:p w14:paraId="7C651F48" w14:textId="77777777" w:rsidR="0036181F" w:rsidRPr="00DE0804" w:rsidRDefault="0036181F" w:rsidP="0036181F">
      <w:pPr>
        <w:snapToGrid w:val="0"/>
        <w:ind w:right="440"/>
        <w:rPr>
          <w:rFonts w:ascii="楷体_GB2312" w:eastAsia="楷体_GB2312" w:cs="楷体_GB2312"/>
          <w:color w:val="000000" w:themeColor="text1"/>
        </w:rPr>
      </w:pPr>
      <w:r w:rsidRPr="00DE0804">
        <w:rPr>
          <w:rFonts w:ascii="黑体" w:eastAsia="黑体" w:hAnsi="Times New Roman" w:cs="Arial" w:hint="eastAsia"/>
          <w:color w:val="000000" w:themeColor="text1"/>
        </w:rPr>
        <w:t>个人客户（签字）：                机构客户（盖章）：</w:t>
      </w:r>
    </w:p>
    <w:p w14:paraId="4E6E19F2" w14:textId="77777777" w:rsidR="0036181F" w:rsidRPr="00DE0804" w:rsidRDefault="0036181F" w:rsidP="0036181F">
      <w:pPr>
        <w:snapToGrid w:val="0"/>
        <w:ind w:right="440"/>
        <w:rPr>
          <w:color w:val="000000" w:themeColor="text1"/>
        </w:rPr>
      </w:pPr>
      <w:r w:rsidRPr="00DE0804">
        <w:rPr>
          <w:rFonts w:ascii="黑体" w:eastAsia="黑体" w:hAnsi="Times New Roman" w:cs="Arial" w:hint="eastAsia"/>
          <w:color w:val="000000" w:themeColor="text1"/>
        </w:rPr>
        <w:t xml:space="preserve">                               法定代表人或负责人（签字或签章）：</w:t>
      </w:r>
    </w:p>
    <w:p w14:paraId="70E63E70" w14:textId="77777777" w:rsidR="0036181F" w:rsidRPr="00DE0804" w:rsidRDefault="0036181F" w:rsidP="0036181F">
      <w:pPr>
        <w:snapToGrid w:val="0"/>
        <w:ind w:right="440"/>
        <w:rPr>
          <w:color w:val="000000" w:themeColor="text1"/>
        </w:rPr>
      </w:pPr>
      <w:r w:rsidRPr="00DE0804">
        <w:rPr>
          <w:color w:val="000000" w:themeColor="text1"/>
        </w:rPr>
        <w:t> </w:t>
      </w:r>
    </w:p>
    <w:p w14:paraId="345A2995" w14:textId="77777777" w:rsidR="00E13644" w:rsidRDefault="0036181F" w:rsidP="0036181F">
      <w:pPr>
        <w:snapToGrid w:val="0"/>
        <w:ind w:right="440"/>
        <w:rPr>
          <w:rFonts w:ascii="黑体" w:eastAsia="黑体" w:hAnsi="Times New Roman" w:cs="Arial"/>
          <w:color w:val="000000" w:themeColor="text1"/>
        </w:rPr>
      </w:pPr>
      <w:r w:rsidRPr="00DE0804">
        <w:rPr>
          <w:rFonts w:ascii="黑体" w:eastAsia="黑体" w:hAnsi="Times New Roman" w:cs="Arial" w:hint="eastAsia"/>
          <w:color w:val="000000" w:themeColor="text1"/>
        </w:rPr>
        <w:t>日期：年 月 日                    日期：年 月 日</w:t>
      </w:r>
    </w:p>
    <w:p w14:paraId="64296D4D" w14:textId="77777777" w:rsidR="00A80AE2" w:rsidRDefault="00A80AE2" w:rsidP="0036181F">
      <w:pPr>
        <w:snapToGrid w:val="0"/>
        <w:ind w:right="440"/>
        <w:rPr>
          <w:rFonts w:ascii="黑体" w:eastAsia="黑体" w:hAnsi="Times New Roman" w:cs="Arial"/>
          <w:color w:val="000000" w:themeColor="text1"/>
        </w:rPr>
      </w:pPr>
    </w:p>
    <w:p w14:paraId="20A7F2FE" w14:textId="77777777" w:rsidR="00A80AE2" w:rsidRDefault="00A80AE2" w:rsidP="0036181F">
      <w:pPr>
        <w:snapToGrid w:val="0"/>
        <w:ind w:right="440"/>
        <w:rPr>
          <w:rFonts w:ascii="黑体" w:eastAsia="黑体" w:hAnsi="Times New Roman" w:cs="Arial"/>
          <w:color w:val="000000" w:themeColor="text1"/>
        </w:rPr>
      </w:pPr>
    </w:p>
    <w:p w14:paraId="6621C161" w14:textId="77777777" w:rsidR="00A80AE2" w:rsidRDefault="00A80AE2" w:rsidP="0036181F">
      <w:pPr>
        <w:snapToGrid w:val="0"/>
        <w:ind w:right="440"/>
        <w:rPr>
          <w:rFonts w:ascii="黑体" w:eastAsia="黑体" w:hAnsi="Times New Roman" w:cs="Arial"/>
          <w:color w:val="000000" w:themeColor="text1"/>
        </w:rPr>
      </w:pPr>
    </w:p>
    <w:p w14:paraId="4175BB1E" w14:textId="77777777" w:rsidR="00F451FD" w:rsidRDefault="00F451FD">
      <w:pPr>
        <w:spacing w:line="300" w:lineRule="exact"/>
        <w:ind w:leftChars="-1" w:left="-2" w:rightChars="15" w:right="36"/>
        <w:rPr>
          <w:color w:val="000000" w:themeColor="text1"/>
        </w:rPr>
      </w:pPr>
    </w:p>
    <w:sectPr w:rsidR="00F451FD" w:rsidSect="00E13644">
      <w:headerReference w:type="default" r:id="rId9"/>
      <w:footerReference w:type="default" r:id="rId10"/>
      <w:pgSz w:w="11906" w:h="16838"/>
      <w:pgMar w:top="1440" w:right="1800" w:bottom="1440" w:left="1800" w:header="851" w:footer="992" w:gutter="0"/>
      <w:pgNumType w:start="1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6ECB7C" w14:textId="77777777" w:rsidR="001124BE" w:rsidRDefault="001124BE">
      <w:r>
        <w:separator/>
      </w:r>
    </w:p>
  </w:endnote>
  <w:endnote w:type="continuationSeparator" w:id="0">
    <w:p w14:paraId="2EABECA4" w14:textId="77777777" w:rsidR="001124BE" w:rsidRDefault="00112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E68BA2" w14:textId="77777777" w:rsidR="00213E7E" w:rsidRPr="009B32DD" w:rsidRDefault="00213E7E">
    <w:pPr>
      <w:pStyle w:val="a5"/>
      <w:jc w:val="center"/>
      <w:rPr>
        <w:color w:val="000000" w:themeColor="text1"/>
      </w:rPr>
    </w:pPr>
    <w:r>
      <w:rPr>
        <w:rFonts w:hint="eastAsia"/>
        <w:color w:val="000000" w:themeColor="text1"/>
        <w:lang w:val="zh-CN"/>
      </w:rPr>
      <w:t>第</w:t>
    </w:r>
    <w:r w:rsidRPr="009B32DD">
      <w:rPr>
        <w:color w:val="000000" w:themeColor="text1"/>
        <w:lang w:val="zh-CN"/>
      </w:rPr>
      <w:t xml:space="preserve"> </w:t>
    </w:r>
    <w:r w:rsidRPr="009B32DD">
      <w:rPr>
        <w:color w:val="000000" w:themeColor="text1"/>
      </w:rPr>
      <w:fldChar w:fldCharType="begin"/>
    </w:r>
    <w:r w:rsidRPr="009B32DD">
      <w:rPr>
        <w:color w:val="000000" w:themeColor="text1"/>
      </w:rPr>
      <w:instrText>PAGE  \* Arabic  \* MERGEFORMAT</w:instrText>
    </w:r>
    <w:r w:rsidRPr="009B32DD">
      <w:rPr>
        <w:color w:val="000000" w:themeColor="text1"/>
      </w:rPr>
      <w:fldChar w:fldCharType="separate"/>
    </w:r>
    <w:r w:rsidRPr="00213E7E">
      <w:rPr>
        <w:noProof/>
        <w:color w:val="000000" w:themeColor="text1"/>
        <w:lang w:val="zh-CN"/>
      </w:rPr>
      <w:t>2</w:t>
    </w:r>
    <w:r w:rsidRPr="009B32DD">
      <w:rPr>
        <w:color w:val="000000" w:themeColor="text1"/>
      </w:rPr>
      <w:fldChar w:fldCharType="end"/>
    </w:r>
    <w:r>
      <w:rPr>
        <w:rFonts w:hint="eastAsia"/>
        <w:color w:val="000000" w:themeColor="text1"/>
      </w:rPr>
      <w:t>页</w:t>
    </w:r>
    <w:r>
      <w:rPr>
        <w:color w:val="000000" w:themeColor="text1"/>
        <w:lang w:val="zh-CN"/>
      </w:rPr>
      <w:t xml:space="preserve"> </w:t>
    </w:r>
    <w:r>
      <w:rPr>
        <w:rFonts w:hint="eastAsia"/>
        <w:color w:val="000000" w:themeColor="text1"/>
        <w:lang w:val="zh-CN"/>
      </w:rPr>
      <w:t>，共</w:t>
    </w:r>
    <w:r>
      <w:rPr>
        <w:color w:val="000000" w:themeColor="text1"/>
      </w:rPr>
      <w:fldChar w:fldCharType="begin"/>
    </w:r>
    <w:r>
      <w:rPr>
        <w:color w:val="000000" w:themeColor="text1"/>
      </w:rPr>
      <w:instrText xml:space="preserve"> SECTIONPAGES  \* Arabic  \* MERGEFORMAT </w:instrText>
    </w:r>
    <w:r>
      <w:rPr>
        <w:color w:val="000000" w:themeColor="text1"/>
      </w:rPr>
      <w:fldChar w:fldCharType="separate"/>
    </w:r>
    <w:r>
      <w:rPr>
        <w:noProof/>
        <w:color w:val="000000" w:themeColor="text1"/>
      </w:rPr>
      <w:t>2</w:t>
    </w:r>
    <w:r>
      <w:rPr>
        <w:color w:val="000000" w:themeColor="text1"/>
      </w:rPr>
      <w:fldChar w:fldCharType="end"/>
    </w:r>
    <w:r>
      <w:rPr>
        <w:rFonts w:hint="eastAsia"/>
        <w:color w:val="000000" w:themeColor="text1"/>
      </w:rPr>
      <w:t>页</w:t>
    </w:r>
  </w:p>
  <w:p w14:paraId="6887A35C" w14:textId="77777777" w:rsidR="00213E7E" w:rsidRDefault="00213E7E">
    <w:pPr>
      <w:pStyle w:val="a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D7FF28" w14:textId="77777777" w:rsidR="001124BE" w:rsidRDefault="001124BE">
      <w:r>
        <w:separator/>
      </w:r>
    </w:p>
  </w:footnote>
  <w:footnote w:type="continuationSeparator" w:id="0">
    <w:p w14:paraId="26958966" w14:textId="77777777" w:rsidR="001124BE" w:rsidRDefault="001124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8AB2C4" w14:textId="77777777" w:rsidR="003A4C39" w:rsidRPr="009B32DD" w:rsidRDefault="003A4C39">
    <w:pPr>
      <w:pStyle w:val="a6"/>
      <w:rPr>
        <w:color w:val="000000" w:themeColor="text1"/>
      </w:rPr>
    </w:pPr>
    <w:r w:rsidRPr="007F779B">
      <w:rPr>
        <w:rFonts w:hint="eastAsia"/>
      </w:rPr>
      <w:t>本产品风险评级为【</w:t>
    </w:r>
    <w:r>
      <w:rPr>
        <w:rFonts w:hint="eastAsia"/>
      </w:rPr>
      <w:t>P</w:t>
    </w:r>
    <w:r>
      <w:t>R2</w:t>
    </w:r>
    <w:r w:rsidRPr="007F779B">
      <w:rPr>
        <w:rFonts w:hint="eastAsia"/>
      </w:rPr>
      <w:t>】</w:t>
    </w:r>
    <w:r w:rsidRPr="007F779B">
      <w:t xml:space="preserve">           </w:t>
    </w:r>
    <w:r>
      <w:rPr>
        <w:color w:val="000000" w:themeColor="text1"/>
      </w:rPr>
      <w:t xml:space="preserve">                       </w:t>
    </w:r>
    <w:r w:rsidRPr="009B32DD">
      <w:rPr>
        <w:color w:val="000000" w:themeColor="text1"/>
      </w:rPr>
      <w:t xml:space="preserve"> 理财非存款、产品有风险、投资须谨慎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D75F1"/>
    <w:multiLevelType w:val="hybridMultilevel"/>
    <w:tmpl w:val="C242F06A"/>
    <w:lvl w:ilvl="0" w:tplc="095E9E00">
      <w:start w:val="1"/>
      <w:numFmt w:val="decimal"/>
      <w:lvlText w:val="（%1）"/>
      <w:lvlJc w:val="left"/>
      <w:pPr>
        <w:ind w:left="1118" w:hanging="720"/>
      </w:pPr>
      <w:rPr>
        <w:rFonts w:hint="default"/>
      </w:rPr>
    </w:lvl>
    <w:lvl w:ilvl="1" w:tplc="067AB794" w:tentative="1">
      <w:start w:val="1"/>
      <w:numFmt w:val="lowerLetter"/>
      <w:lvlText w:val="%2)"/>
      <w:lvlJc w:val="left"/>
      <w:pPr>
        <w:ind w:left="1238" w:hanging="420"/>
      </w:pPr>
    </w:lvl>
    <w:lvl w:ilvl="2" w:tplc="586EDC74" w:tentative="1">
      <w:start w:val="1"/>
      <w:numFmt w:val="lowerRoman"/>
      <w:lvlText w:val="%3."/>
      <w:lvlJc w:val="right"/>
      <w:pPr>
        <w:ind w:left="1658" w:hanging="420"/>
      </w:pPr>
    </w:lvl>
    <w:lvl w:ilvl="3" w:tplc="E0D4E03A" w:tentative="1">
      <w:start w:val="1"/>
      <w:numFmt w:val="decimal"/>
      <w:lvlText w:val="%4."/>
      <w:lvlJc w:val="left"/>
      <w:pPr>
        <w:ind w:left="2078" w:hanging="420"/>
      </w:pPr>
    </w:lvl>
    <w:lvl w:ilvl="4" w:tplc="D4F43754" w:tentative="1">
      <w:start w:val="1"/>
      <w:numFmt w:val="lowerLetter"/>
      <w:lvlText w:val="%5)"/>
      <w:lvlJc w:val="left"/>
      <w:pPr>
        <w:ind w:left="2498" w:hanging="420"/>
      </w:pPr>
    </w:lvl>
    <w:lvl w:ilvl="5" w:tplc="0590A3E2" w:tentative="1">
      <w:start w:val="1"/>
      <w:numFmt w:val="lowerRoman"/>
      <w:lvlText w:val="%6."/>
      <w:lvlJc w:val="right"/>
      <w:pPr>
        <w:ind w:left="2918" w:hanging="420"/>
      </w:pPr>
    </w:lvl>
    <w:lvl w:ilvl="6" w:tplc="A1EC586C" w:tentative="1">
      <w:start w:val="1"/>
      <w:numFmt w:val="decimal"/>
      <w:lvlText w:val="%7."/>
      <w:lvlJc w:val="left"/>
      <w:pPr>
        <w:ind w:left="3338" w:hanging="420"/>
      </w:pPr>
    </w:lvl>
    <w:lvl w:ilvl="7" w:tplc="7D802B22" w:tentative="1">
      <w:start w:val="1"/>
      <w:numFmt w:val="lowerLetter"/>
      <w:lvlText w:val="%8)"/>
      <w:lvlJc w:val="left"/>
      <w:pPr>
        <w:ind w:left="3758" w:hanging="420"/>
      </w:pPr>
    </w:lvl>
    <w:lvl w:ilvl="8" w:tplc="073CFBA4" w:tentative="1">
      <w:start w:val="1"/>
      <w:numFmt w:val="lowerRoman"/>
      <w:lvlText w:val="%9."/>
      <w:lvlJc w:val="right"/>
      <w:pPr>
        <w:ind w:left="4178" w:hanging="420"/>
      </w:pPr>
    </w:lvl>
  </w:abstractNum>
  <w:abstractNum w:abstractNumId="1">
    <w:nsid w:val="00601799"/>
    <w:multiLevelType w:val="hybridMultilevel"/>
    <w:tmpl w:val="E8361F44"/>
    <w:lvl w:ilvl="0" w:tplc="3A427652">
      <w:start w:val="2"/>
      <w:numFmt w:val="decimal"/>
      <w:lvlText w:val="（%1）"/>
      <w:lvlJc w:val="left"/>
      <w:pPr>
        <w:ind w:left="1118" w:hanging="720"/>
      </w:pPr>
      <w:rPr>
        <w:rFonts w:hint="default"/>
      </w:rPr>
    </w:lvl>
    <w:lvl w:ilvl="1" w:tplc="BBF89166" w:tentative="1">
      <w:start w:val="1"/>
      <w:numFmt w:val="lowerLetter"/>
      <w:lvlText w:val="%2)"/>
      <w:lvlJc w:val="left"/>
      <w:pPr>
        <w:ind w:left="1238" w:hanging="420"/>
      </w:pPr>
    </w:lvl>
    <w:lvl w:ilvl="2" w:tplc="6A84E996" w:tentative="1">
      <w:start w:val="1"/>
      <w:numFmt w:val="lowerRoman"/>
      <w:lvlText w:val="%3."/>
      <w:lvlJc w:val="right"/>
      <w:pPr>
        <w:ind w:left="1658" w:hanging="420"/>
      </w:pPr>
    </w:lvl>
    <w:lvl w:ilvl="3" w:tplc="B3204358" w:tentative="1">
      <w:start w:val="1"/>
      <w:numFmt w:val="decimal"/>
      <w:lvlText w:val="%4."/>
      <w:lvlJc w:val="left"/>
      <w:pPr>
        <w:ind w:left="2078" w:hanging="420"/>
      </w:pPr>
    </w:lvl>
    <w:lvl w:ilvl="4" w:tplc="D4600BE2" w:tentative="1">
      <w:start w:val="1"/>
      <w:numFmt w:val="lowerLetter"/>
      <w:lvlText w:val="%5)"/>
      <w:lvlJc w:val="left"/>
      <w:pPr>
        <w:ind w:left="2498" w:hanging="420"/>
      </w:pPr>
    </w:lvl>
    <w:lvl w:ilvl="5" w:tplc="4126B2EA" w:tentative="1">
      <w:start w:val="1"/>
      <w:numFmt w:val="lowerRoman"/>
      <w:lvlText w:val="%6."/>
      <w:lvlJc w:val="right"/>
      <w:pPr>
        <w:ind w:left="2918" w:hanging="420"/>
      </w:pPr>
    </w:lvl>
    <w:lvl w:ilvl="6" w:tplc="34308294" w:tentative="1">
      <w:start w:val="1"/>
      <w:numFmt w:val="decimal"/>
      <w:lvlText w:val="%7."/>
      <w:lvlJc w:val="left"/>
      <w:pPr>
        <w:ind w:left="3338" w:hanging="420"/>
      </w:pPr>
    </w:lvl>
    <w:lvl w:ilvl="7" w:tplc="CC3004B6" w:tentative="1">
      <w:start w:val="1"/>
      <w:numFmt w:val="lowerLetter"/>
      <w:lvlText w:val="%8)"/>
      <w:lvlJc w:val="left"/>
      <w:pPr>
        <w:ind w:left="3758" w:hanging="420"/>
      </w:pPr>
    </w:lvl>
    <w:lvl w:ilvl="8" w:tplc="22880E3C" w:tentative="1">
      <w:start w:val="1"/>
      <w:numFmt w:val="lowerRoman"/>
      <w:lvlText w:val="%9."/>
      <w:lvlJc w:val="right"/>
      <w:pPr>
        <w:ind w:left="4178" w:hanging="420"/>
      </w:pPr>
    </w:lvl>
  </w:abstractNum>
  <w:abstractNum w:abstractNumId="2">
    <w:nsid w:val="0CE13340"/>
    <w:multiLevelType w:val="multilevel"/>
    <w:tmpl w:val="1A34AA46"/>
    <w:lvl w:ilvl="0">
      <w:start w:val="1"/>
      <w:numFmt w:val="decimal"/>
      <w:lvlText w:val="%1."/>
      <w:lvlJc w:val="left"/>
      <w:pPr>
        <w:ind w:left="758" w:hanging="360"/>
      </w:pPr>
      <w:rPr>
        <w:rFonts w:ascii="楷体_GB2312" w:eastAsia="楷体_GB2312" w:hAnsi="宋体" w:cs="楷体_GB2312"/>
      </w:rPr>
    </w:lvl>
    <w:lvl w:ilvl="1">
      <w:start w:val="1"/>
      <w:numFmt w:val="lowerLetter"/>
      <w:lvlText w:val="%2)"/>
      <w:lvlJc w:val="left"/>
      <w:pPr>
        <w:ind w:left="1238" w:hanging="420"/>
      </w:pPr>
    </w:lvl>
    <w:lvl w:ilvl="2">
      <w:start w:val="1"/>
      <w:numFmt w:val="lowerRoman"/>
      <w:lvlText w:val="%3."/>
      <w:lvlJc w:val="right"/>
      <w:pPr>
        <w:ind w:left="1658" w:hanging="420"/>
      </w:pPr>
    </w:lvl>
    <w:lvl w:ilvl="3">
      <w:start w:val="1"/>
      <w:numFmt w:val="decimal"/>
      <w:lvlText w:val="%4."/>
      <w:lvlJc w:val="left"/>
      <w:pPr>
        <w:ind w:left="2078" w:hanging="420"/>
      </w:pPr>
    </w:lvl>
    <w:lvl w:ilvl="4">
      <w:start w:val="1"/>
      <w:numFmt w:val="lowerLetter"/>
      <w:lvlText w:val="%5)"/>
      <w:lvlJc w:val="left"/>
      <w:pPr>
        <w:ind w:left="2498" w:hanging="420"/>
      </w:pPr>
    </w:lvl>
    <w:lvl w:ilvl="5">
      <w:start w:val="1"/>
      <w:numFmt w:val="lowerRoman"/>
      <w:lvlText w:val="%6."/>
      <w:lvlJc w:val="right"/>
      <w:pPr>
        <w:ind w:left="2918" w:hanging="420"/>
      </w:pPr>
    </w:lvl>
    <w:lvl w:ilvl="6">
      <w:start w:val="1"/>
      <w:numFmt w:val="decimal"/>
      <w:lvlText w:val="%7."/>
      <w:lvlJc w:val="left"/>
      <w:pPr>
        <w:ind w:left="3338" w:hanging="420"/>
      </w:pPr>
    </w:lvl>
    <w:lvl w:ilvl="7">
      <w:start w:val="1"/>
      <w:numFmt w:val="lowerLetter"/>
      <w:lvlText w:val="%8)"/>
      <w:lvlJc w:val="left"/>
      <w:pPr>
        <w:ind w:left="3758" w:hanging="420"/>
      </w:pPr>
    </w:lvl>
    <w:lvl w:ilvl="8">
      <w:start w:val="1"/>
      <w:numFmt w:val="lowerRoman"/>
      <w:lvlText w:val="%9."/>
      <w:lvlJc w:val="right"/>
      <w:pPr>
        <w:ind w:left="4178" w:hanging="420"/>
      </w:pPr>
    </w:lvl>
  </w:abstractNum>
  <w:abstractNum w:abstractNumId="3">
    <w:nsid w:val="15C00D17"/>
    <w:multiLevelType w:val="hybridMultilevel"/>
    <w:tmpl w:val="8B8A9DEA"/>
    <w:lvl w:ilvl="0" w:tplc="375657F4">
      <w:start w:val="1"/>
      <w:numFmt w:val="decimal"/>
      <w:lvlText w:val="%1."/>
      <w:lvlJc w:val="left"/>
      <w:pPr>
        <w:ind w:left="644" w:hanging="360"/>
      </w:pPr>
      <w:rPr>
        <w:rFonts w:ascii="Times New Roman" w:eastAsia="楷体_GB2312" w:hAnsi="Times New Roman" w:cs="楷体_GB2312"/>
      </w:rPr>
    </w:lvl>
    <w:lvl w:ilvl="1" w:tplc="913C432A" w:tentative="1">
      <w:start w:val="1"/>
      <w:numFmt w:val="lowerLetter"/>
      <w:lvlText w:val="%2)"/>
      <w:lvlJc w:val="left"/>
      <w:pPr>
        <w:ind w:left="1124" w:hanging="420"/>
      </w:pPr>
    </w:lvl>
    <w:lvl w:ilvl="2" w:tplc="348E728C" w:tentative="1">
      <w:start w:val="1"/>
      <w:numFmt w:val="lowerRoman"/>
      <w:lvlText w:val="%3."/>
      <w:lvlJc w:val="right"/>
      <w:pPr>
        <w:ind w:left="1544" w:hanging="420"/>
      </w:pPr>
    </w:lvl>
    <w:lvl w:ilvl="3" w:tplc="CBE45E64" w:tentative="1">
      <w:start w:val="1"/>
      <w:numFmt w:val="decimal"/>
      <w:lvlText w:val="%4."/>
      <w:lvlJc w:val="left"/>
      <w:pPr>
        <w:ind w:left="1964" w:hanging="420"/>
      </w:pPr>
    </w:lvl>
    <w:lvl w:ilvl="4" w:tplc="9F50644E" w:tentative="1">
      <w:start w:val="1"/>
      <w:numFmt w:val="lowerLetter"/>
      <w:lvlText w:val="%5)"/>
      <w:lvlJc w:val="left"/>
      <w:pPr>
        <w:ind w:left="2384" w:hanging="420"/>
      </w:pPr>
    </w:lvl>
    <w:lvl w:ilvl="5" w:tplc="64FCA004" w:tentative="1">
      <w:start w:val="1"/>
      <w:numFmt w:val="lowerRoman"/>
      <w:lvlText w:val="%6."/>
      <w:lvlJc w:val="right"/>
      <w:pPr>
        <w:ind w:left="2804" w:hanging="420"/>
      </w:pPr>
    </w:lvl>
    <w:lvl w:ilvl="6" w:tplc="450C4E9C" w:tentative="1">
      <w:start w:val="1"/>
      <w:numFmt w:val="decimal"/>
      <w:lvlText w:val="%7."/>
      <w:lvlJc w:val="left"/>
      <w:pPr>
        <w:ind w:left="3224" w:hanging="420"/>
      </w:pPr>
    </w:lvl>
    <w:lvl w:ilvl="7" w:tplc="1A12ADBE" w:tentative="1">
      <w:start w:val="1"/>
      <w:numFmt w:val="lowerLetter"/>
      <w:lvlText w:val="%8)"/>
      <w:lvlJc w:val="left"/>
      <w:pPr>
        <w:ind w:left="3644" w:hanging="420"/>
      </w:pPr>
    </w:lvl>
    <w:lvl w:ilvl="8" w:tplc="D87C9AD2" w:tentative="1">
      <w:start w:val="1"/>
      <w:numFmt w:val="lowerRoman"/>
      <w:lvlText w:val="%9."/>
      <w:lvlJc w:val="right"/>
      <w:pPr>
        <w:ind w:left="4064" w:hanging="420"/>
      </w:pPr>
    </w:lvl>
  </w:abstractNum>
  <w:abstractNum w:abstractNumId="4">
    <w:nsid w:val="178157C4"/>
    <w:multiLevelType w:val="hybridMultilevel"/>
    <w:tmpl w:val="61A0BF66"/>
    <w:lvl w:ilvl="0" w:tplc="122A19D4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2CDA1A86" w:tentative="1">
      <w:start w:val="1"/>
      <w:numFmt w:val="lowerLetter"/>
      <w:lvlText w:val="%2)"/>
      <w:lvlJc w:val="left"/>
      <w:pPr>
        <w:ind w:left="838" w:hanging="420"/>
      </w:pPr>
    </w:lvl>
    <w:lvl w:ilvl="2" w:tplc="E508F69A" w:tentative="1">
      <w:start w:val="1"/>
      <w:numFmt w:val="lowerRoman"/>
      <w:lvlText w:val="%3."/>
      <w:lvlJc w:val="right"/>
      <w:pPr>
        <w:ind w:left="1258" w:hanging="420"/>
      </w:pPr>
    </w:lvl>
    <w:lvl w:ilvl="3" w:tplc="17707F0A" w:tentative="1">
      <w:start w:val="1"/>
      <w:numFmt w:val="decimal"/>
      <w:lvlText w:val="%4."/>
      <w:lvlJc w:val="left"/>
      <w:pPr>
        <w:ind w:left="1678" w:hanging="420"/>
      </w:pPr>
    </w:lvl>
    <w:lvl w:ilvl="4" w:tplc="01B2714C" w:tentative="1">
      <w:start w:val="1"/>
      <w:numFmt w:val="lowerLetter"/>
      <w:lvlText w:val="%5)"/>
      <w:lvlJc w:val="left"/>
      <w:pPr>
        <w:ind w:left="2098" w:hanging="420"/>
      </w:pPr>
    </w:lvl>
    <w:lvl w:ilvl="5" w:tplc="05144DB0" w:tentative="1">
      <w:start w:val="1"/>
      <w:numFmt w:val="lowerRoman"/>
      <w:lvlText w:val="%6."/>
      <w:lvlJc w:val="right"/>
      <w:pPr>
        <w:ind w:left="2518" w:hanging="420"/>
      </w:pPr>
    </w:lvl>
    <w:lvl w:ilvl="6" w:tplc="BF6E5184" w:tentative="1">
      <w:start w:val="1"/>
      <w:numFmt w:val="decimal"/>
      <w:lvlText w:val="%7."/>
      <w:lvlJc w:val="left"/>
      <w:pPr>
        <w:ind w:left="2938" w:hanging="420"/>
      </w:pPr>
    </w:lvl>
    <w:lvl w:ilvl="7" w:tplc="938AA750" w:tentative="1">
      <w:start w:val="1"/>
      <w:numFmt w:val="lowerLetter"/>
      <w:lvlText w:val="%8)"/>
      <w:lvlJc w:val="left"/>
      <w:pPr>
        <w:ind w:left="3358" w:hanging="420"/>
      </w:pPr>
    </w:lvl>
    <w:lvl w:ilvl="8" w:tplc="4290FFC0" w:tentative="1">
      <w:start w:val="1"/>
      <w:numFmt w:val="lowerRoman"/>
      <w:lvlText w:val="%9."/>
      <w:lvlJc w:val="right"/>
      <w:pPr>
        <w:ind w:left="3778" w:hanging="420"/>
      </w:pPr>
    </w:lvl>
  </w:abstractNum>
  <w:abstractNum w:abstractNumId="5">
    <w:nsid w:val="26136516"/>
    <w:multiLevelType w:val="multilevel"/>
    <w:tmpl w:val="25DA8AF6"/>
    <w:lvl w:ilvl="0">
      <w:start w:val="1"/>
      <w:numFmt w:val="decimal"/>
      <w:lvlText w:val="%1."/>
      <w:lvlJc w:val="left"/>
      <w:pPr>
        <w:ind w:left="758" w:hanging="360"/>
      </w:pPr>
      <w:rPr>
        <w:rFonts w:ascii="Times New Roman" w:eastAsia="楷体_GB2312" w:hAnsi="Times New Roman" w:cs="楷体_GB2312"/>
      </w:rPr>
    </w:lvl>
    <w:lvl w:ilvl="1">
      <w:start w:val="1"/>
      <w:numFmt w:val="lowerLetter"/>
      <w:lvlText w:val="%2)"/>
      <w:lvlJc w:val="left"/>
      <w:pPr>
        <w:ind w:left="1238" w:hanging="420"/>
      </w:pPr>
    </w:lvl>
    <w:lvl w:ilvl="2">
      <w:start w:val="1"/>
      <w:numFmt w:val="lowerRoman"/>
      <w:lvlText w:val="%3."/>
      <w:lvlJc w:val="right"/>
      <w:pPr>
        <w:ind w:left="1658" w:hanging="420"/>
      </w:pPr>
    </w:lvl>
    <w:lvl w:ilvl="3">
      <w:start w:val="1"/>
      <w:numFmt w:val="decimal"/>
      <w:lvlText w:val="%4."/>
      <w:lvlJc w:val="left"/>
      <w:pPr>
        <w:ind w:left="2078" w:hanging="420"/>
      </w:pPr>
    </w:lvl>
    <w:lvl w:ilvl="4">
      <w:start w:val="1"/>
      <w:numFmt w:val="lowerLetter"/>
      <w:lvlText w:val="%5)"/>
      <w:lvlJc w:val="left"/>
      <w:pPr>
        <w:ind w:left="2498" w:hanging="420"/>
      </w:pPr>
    </w:lvl>
    <w:lvl w:ilvl="5">
      <w:start w:val="1"/>
      <w:numFmt w:val="lowerRoman"/>
      <w:lvlText w:val="%6."/>
      <w:lvlJc w:val="right"/>
      <w:pPr>
        <w:ind w:left="2918" w:hanging="420"/>
      </w:pPr>
    </w:lvl>
    <w:lvl w:ilvl="6">
      <w:start w:val="1"/>
      <w:numFmt w:val="decimal"/>
      <w:lvlText w:val="%7."/>
      <w:lvlJc w:val="left"/>
      <w:pPr>
        <w:ind w:left="3338" w:hanging="420"/>
      </w:pPr>
    </w:lvl>
    <w:lvl w:ilvl="7">
      <w:start w:val="1"/>
      <w:numFmt w:val="lowerLetter"/>
      <w:lvlText w:val="%8)"/>
      <w:lvlJc w:val="left"/>
      <w:pPr>
        <w:ind w:left="3758" w:hanging="420"/>
      </w:pPr>
    </w:lvl>
    <w:lvl w:ilvl="8">
      <w:start w:val="1"/>
      <w:numFmt w:val="lowerRoman"/>
      <w:lvlText w:val="%9."/>
      <w:lvlJc w:val="right"/>
      <w:pPr>
        <w:ind w:left="4178" w:hanging="420"/>
      </w:pPr>
    </w:lvl>
  </w:abstractNum>
  <w:abstractNum w:abstractNumId="6">
    <w:nsid w:val="320240BE"/>
    <w:multiLevelType w:val="hybridMultilevel"/>
    <w:tmpl w:val="7B981684"/>
    <w:lvl w:ilvl="0" w:tplc="46521BC8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269C7D80" w:tentative="1">
      <w:start w:val="1"/>
      <w:numFmt w:val="lowerLetter"/>
      <w:lvlText w:val="%2)"/>
      <w:lvlJc w:val="left"/>
      <w:pPr>
        <w:ind w:left="838" w:hanging="420"/>
      </w:pPr>
    </w:lvl>
    <w:lvl w:ilvl="2" w:tplc="203AC8AE" w:tentative="1">
      <w:start w:val="1"/>
      <w:numFmt w:val="lowerRoman"/>
      <w:lvlText w:val="%3."/>
      <w:lvlJc w:val="right"/>
      <w:pPr>
        <w:ind w:left="1258" w:hanging="420"/>
      </w:pPr>
    </w:lvl>
    <w:lvl w:ilvl="3" w:tplc="3F00674E" w:tentative="1">
      <w:start w:val="1"/>
      <w:numFmt w:val="decimal"/>
      <w:lvlText w:val="%4."/>
      <w:lvlJc w:val="left"/>
      <w:pPr>
        <w:ind w:left="1678" w:hanging="420"/>
      </w:pPr>
    </w:lvl>
    <w:lvl w:ilvl="4" w:tplc="B5A2B29C" w:tentative="1">
      <w:start w:val="1"/>
      <w:numFmt w:val="lowerLetter"/>
      <w:lvlText w:val="%5)"/>
      <w:lvlJc w:val="left"/>
      <w:pPr>
        <w:ind w:left="2098" w:hanging="420"/>
      </w:pPr>
    </w:lvl>
    <w:lvl w:ilvl="5" w:tplc="BB682798" w:tentative="1">
      <w:start w:val="1"/>
      <w:numFmt w:val="lowerRoman"/>
      <w:lvlText w:val="%6."/>
      <w:lvlJc w:val="right"/>
      <w:pPr>
        <w:ind w:left="2518" w:hanging="420"/>
      </w:pPr>
    </w:lvl>
    <w:lvl w:ilvl="6" w:tplc="4C4A0BCE" w:tentative="1">
      <w:start w:val="1"/>
      <w:numFmt w:val="decimal"/>
      <w:lvlText w:val="%7."/>
      <w:lvlJc w:val="left"/>
      <w:pPr>
        <w:ind w:left="2938" w:hanging="420"/>
      </w:pPr>
    </w:lvl>
    <w:lvl w:ilvl="7" w:tplc="2E90C3BE" w:tentative="1">
      <w:start w:val="1"/>
      <w:numFmt w:val="lowerLetter"/>
      <w:lvlText w:val="%8)"/>
      <w:lvlJc w:val="left"/>
      <w:pPr>
        <w:ind w:left="3358" w:hanging="420"/>
      </w:pPr>
    </w:lvl>
    <w:lvl w:ilvl="8" w:tplc="052E1254" w:tentative="1">
      <w:start w:val="1"/>
      <w:numFmt w:val="lowerRoman"/>
      <w:lvlText w:val="%9."/>
      <w:lvlJc w:val="right"/>
      <w:pPr>
        <w:ind w:left="3778" w:hanging="420"/>
      </w:pPr>
    </w:lvl>
  </w:abstractNum>
  <w:abstractNum w:abstractNumId="7">
    <w:nsid w:val="377E1DBC"/>
    <w:multiLevelType w:val="hybridMultilevel"/>
    <w:tmpl w:val="A756149C"/>
    <w:lvl w:ilvl="0" w:tplc="DCD67E1E">
      <w:start w:val="1"/>
      <w:numFmt w:val="lowerLetter"/>
      <w:lvlText w:val="%1."/>
      <w:lvlJc w:val="left"/>
      <w:pPr>
        <w:ind w:left="358" w:hanging="360"/>
      </w:pPr>
      <w:rPr>
        <w:rFonts w:hint="default"/>
      </w:rPr>
    </w:lvl>
    <w:lvl w:ilvl="1" w:tplc="B1465548" w:tentative="1">
      <w:start w:val="1"/>
      <w:numFmt w:val="lowerLetter"/>
      <w:lvlText w:val="%2)"/>
      <w:lvlJc w:val="left"/>
      <w:pPr>
        <w:ind w:left="838" w:hanging="420"/>
      </w:pPr>
    </w:lvl>
    <w:lvl w:ilvl="2" w:tplc="05140CE0" w:tentative="1">
      <w:start w:val="1"/>
      <w:numFmt w:val="lowerRoman"/>
      <w:lvlText w:val="%3."/>
      <w:lvlJc w:val="right"/>
      <w:pPr>
        <w:ind w:left="1258" w:hanging="420"/>
      </w:pPr>
    </w:lvl>
    <w:lvl w:ilvl="3" w:tplc="5F26C276" w:tentative="1">
      <w:start w:val="1"/>
      <w:numFmt w:val="decimal"/>
      <w:lvlText w:val="%4."/>
      <w:lvlJc w:val="left"/>
      <w:pPr>
        <w:ind w:left="1678" w:hanging="420"/>
      </w:pPr>
    </w:lvl>
    <w:lvl w:ilvl="4" w:tplc="C50E64B6" w:tentative="1">
      <w:start w:val="1"/>
      <w:numFmt w:val="lowerLetter"/>
      <w:lvlText w:val="%5)"/>
      <w:lvlJc w:val="left"/>
      <w:pPr>
        <w:ind w:left="2098" w:hanging="420"/>
      </w:pPr>
    </w:lvl>
    <w:lvl w:ilvl="5" w:tplc="FF46E60A" w:tentative="1">
      <w:start w:val="1"/>
      <w:numFmt w:val="lowerRoman"/>
      <w:lvlText w:val="%6."/>
      <w:lvlJc w:val="right"/>
      <w:pPr>
        <w:ind w:left="2518" w:hanging="420"/>
      </w:pPr>
    </w:lvl>
    <w:lvl w:ilvl="6" w:tplc="A0ECF3D2" w:tentative="1">
      <w:start w:val="1"/>
      <w:numFmt w:val="decimal"/>
      <w:lvlText w:val="%7."/>
      <w:lvlJc w:val="left"/>
      <w:pPr>
        <w:ind w:left="2938" w:hanging="420"/>
      </w:pPr>
    </w:lvl>
    <w:lvl w:ilvl="7" w:tplc="6896A824" w:tentative="1">
      <w:start w:val="1"/>
      <w:numFmt w:val="lowerLetter"/>
      <w:lvlText w:val="%8)"/>
      <w:lvlJc w:val="left"/>
      <w:pPr>
        <w:ind w:left="3358" w:hanging="420"/>
      </w:pPr>
    </w:lvl>
    <w:lvl w:ilvl="8" w:tplc="E5C0AFDC" w:tentative="1">
      <w:start w:val="1"/>
      <w:numFmt w:val="lowerRoman"/>
      <w:lvlText w:val="%9."/>
      <w:lvlJc w:val="right"/>
      <w:pPr>
        <w:ind w:left="3778" w:hanging="420"/>
      </w:pPr>
    </w:lvl>
  </w:abstractNum>
  <w:abstractNum w:abstractNumId="8">
    <w:nsid w:val="37877AB9"/>
    <w:multiLevelType w:val="hybridMultilevel"/>
    <w:tmpl w:val="9662D3F8"/>
    <w:lvl w:ilvl="0" w:tplc="C6622794">
      <w:start w:val="1"/>
      <w:numFmt w:val="decimal"/>
      <w:lvlText w:val="%1."/>
      <w:lvlJc w:val="left"/>
      <w:pPr>
        <w:ind w:left="358" w:hanging="360"/>
      </w:pPr>
      <w:rPr>
        <w:rFonts w:ascii="楷体_GB2312" w:hAnsi="宋体" w:cs="楷体_GB2312" w:hint="default"/>
      </w:rPr>
    </w:lvl>
    <w:lvl w:ilvl="1" w:tplc="E182C22E" w:tentative="1">
      <w:start w:val="1"/>
      <w:numFmt w:val="lowerLetter"/>
      <w:lvlText w:val="%2)"/>
      <w:lvlJc w:val="left"/>
      <w:pPr>
        <w:ind w:left="838" w:hanging="420"/>
      </w:pPr>
    </w:lvl>
    <w:lvl w:ilvl="2" w:tplc="D9B46A8C" w:tentative="1">
      <w:start w:val="1"/>
      <w:numFmt w:val="lowerRoman"/>
      <w:lvlText w:val="%3."/>
      <w:lvlJc w:val="right"/>
      <w:pPr>
        <w:ind w:left="1258" w:hanging="420"/>
      </w:pPr>
    </w:lvl>
    <w:lvl w:ilvl="3" w:tplc="FEEE8E54" w:tentative="1">
      <w:start w:val="1"/>
      <w:numFmt w:val="decimal"/>
      <w:lvlText w:val="%4."/>
      <w:lvlJc w:val="left"/>
      <w:pPr>
        <w:ind w:left="1678" w:hanging="420"/>
      </w:pPr>
    </w:lvl>
    <w:lvl w:ilvl="4" w:tplc="98522044" w:tentative="1">
      <w:start w:val="1"/>
      <w:numFmt w:val="lowerLetter"/>
      <w:lvlText w:val="%5)"/>
      <w:lvlJc w:val="left"/>
      <w:pPr>
        <w:ind w:left="2098" w:hanging="420"/>
      </w:pPr>
    </w:lvl>
    <w:lvl w:ilvl="5" w:tplc="1BC01534" w:tentative="1">
      <w:start w:val="1"/>
      <w:numFmt w:val="lowerRoman"/>
      <w:lvlText w:val="%6."/>
      <w:lvlJc w:val="right"/>
      <w:pPr>
        <w:ind w:left="2518" w:hanging="420"/>
      </w:pPr>
    </w:lvl>
    <w:lvl w:ilvl="6" w:tplc="DF1CF68C" w:tentative="1">
      <w:start w:val="1"/>
      <w:numFmt w:val="decimal"/>
      <w:lvlText w:val="%7."/>
      <w:lvlJc w:val="left"/>
      <w:pPr>
        <w:ind w:left="2938" w:hanging="420"/>
      </w:pPr>
    </w:lvl>
    <w:lvl w:ilvl="7" w:tplc="DD162446" w:tentative="1">
      <w:start w:val="1"/>
      <w:numFmt w:val="lowerLetter"/>
      <w:lvlText w:val="%8)"/>
      <w:lvlJc w:val="left"/>
      <w:pPr>
        <w:ind w:left="3358" w:hanging="420"/>
      </w:pPr>
    </w:lvl>
    <w:lvl w:ilvl="8" w:tplc="D354C8DC" w:tentative="1">
      <w:start w:val="1"/>
      <w:numFmt w:val="lowerRoman"/>
      <w:lvlText w:val="%9."/>
      <w:lvlJc w:val="right"/>
      <w:pPr>
        <w:ind w:left="3778" w:hanging="420"/>
      </w:pPr>
    </w:lvl>
  </w:abstractNum>
  <w:abstractNum w:abstractNumId="9">
    <w:nsid w:val="3CAF33DD"/>
    <w:multiLevelType w:val="hybridMultilevel"/>
    <w:tmpl w:val="3624585E"/>
    <w:lvl w:ilvl="0" w:tplc="35C2BFF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38" w:hanging="420"/>
      </w:pPr>
    </w:lvl>
    <w:lvl w:ilvl="2" w:tplc="0409001B" w:tentative="1">
      <w:start w:val="1"/>
      <w:numFmt w:val="lowerRoman"/>
      <w:lvlText w:val="%3."/>
      <w:lvlJc w:val="righ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9" w:tentative="1">
      <w:start w:val="1"/>
      <w:numFmt w:val="lowerLetter"/>
      <w:lvlText w:val="%5)"/>
      <w:lvlJc w:val="left"/>
      <w:pPr>
        <w:ind w:left="2098" w:hanging="420"/>
      </w:pPr>
    </w:lvl>
    <w:lvl w:ilvl="5" w:tplc="0409001B" w:tentative="1">
      <w:start w:val="1"/>
      <w:numFmt w:val="lowerRoman"/>
      <w:lvlText w:val="%6."/>
      <w:lvlJc w:val="righ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9" w:tentative="1">
      <w:start w:val="1"/>
      <w:numFmt w:val="lowerLetter"/>
      <w:lvlText w:val="%8)"/>
      <w:lvlJc w:val="left"/>
      <w:pPr>
        <w:ind w:left="3358" w:hanging="420"/>
      </w:pPr>
    </w:lvl>
    <w:lvl w:ilvl="8" w:tplc="0409001B" w:tentative="1">
      <w:start w:val="1"/>
      <w:numFmt w:val="lowerRoman"/>
      <w:lvlText w:val="%9."/>
      <w:lvlJc w:val="right"/>
      <w:pPr>
        <w:ind w:left="3778" w:hanging="420"/>
      </w:pPr>
    </w:lvl>
  </w:abstractNum>
  <w:abstractNum w:abstractNumId="10">
    <w:nsid w:val="3E620972"/>
    <w:multiLevelType w:val="multilevel"/>
    <w:tmpl w:val="3E620972"/>
    <w:lvl w:ilvl="0">
      <w:start w:val="1"/>
      <w:numFmt w:val="decimal"/>
      <w:lvlText w:val="%1．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6" w:hanging="420"/>
      </w:p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abstractNum w:abstractNumId="11">
    <w:nsid w:val="41F81B05"/>
    <w:multiLevelType w:val="multilevel"/>
    <w:tmpl w:val="41F81B05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6" w:hanging="420"/>
      </w:pPr>
    </w:lvl>
    <w:lvl w:ilvl="2">
      <w:start w:val="1"/>
      <w:numFmt w:val="lowerRoman"/>
      <w:lvlText w:val="%3."/>
      <w:lvlJc w:val="right"/>
      <w:pPr>
        <w:ind w:left="1686" w:hanging="420"/>
      </w:pPr>
    </w:lvl>
    <w:lvl w:ilvl="3">
      <w:start w:val="1"/>
      <w:numFmt w:val="decimal"/>
      <w:lvlText w:val="%4."/>
      <w:lvlJc w:val="left"/>
      <w:pPr>
        <w:ind w:left="2106" w:hanging="420"/>
      </w:pPr>
    </w:lvl>
    <w:lvl w:ilvl="4">
      <w:start w:val="1"/>
      <w:numFmt w:val="lowerLetter"/>
      <w:lvlText w:val="%5)"/>
      <w:lvlJc w:val="left"/>
      <w:pPr>
        <w:ind w:left="2526" w:hanging="420"/>
      </w:pPr>
    </w:lvl>
    <w:lvl w:ilvl="5">
      <w:start w:val="1"/>
      <w:numFmt w:val="lowerRoman"/>
      <w:lvlText w:val="%6."/>
      <w:lvlJc w:val="right"/>
      <w:pPr>
        <w:ind w:left="2946" w:hanging="420"/>
      </w:pPr>
    </w:lvl>
    <w:lvl w:ilvl="6">
      <w:start w:val="1"/>
      <w:numFmt w:val="decimal"/>
      <w:lvlText w:val="%7."/>
      <w:lvlJc w:val="left"/>
      <w:pPr>
        <w:ind w:left="3366" w:hanging="420"/>
      </w:pPr>
    </w:lvl>
    <w:lvl w:ilvl="7">
      <w:start w:val="1"/>
      <w:numFmt w:val="lowerLetter"/>
      <w:lvlText w:val="%8)"/>
      <w:lvlJc w:val="left"/>
      <w:pPr>
        <w:ind w:left="3786" w:hanging="420"/>
      </w:pPr>
    </w:lvl>
    <w:lvl w:ilvl="8">
      <w:start w:val="1"/>
      <w:numFmt w:val="lowerRoman"/>
      <w:lvlText w:val="%9."/>
      <w:lvlJc w:val="right"/>
      <w:pPr>
        <w:ind w:left="4206" w:hanging="420"/>
      </w:pPr>
    </w:lvl>
  </w:abstractNum>
  <w:abstractNum w:abstractNumId="12">
    <w:nsid w:val="4B6B1016"/>
    <w:multiLevelType w:val="hybridMultilevel"/>
    <w:tmpl w:val="E20EDC98"/>
    <w:lvl w:ilvl="0" w:tplc="D93C746A">
      <w:start w:val="1"/>
      <w:numFmt w:val="decimal"/>
      <w:lvlText w:val="%1."/>
      <w:lvlJc w:val="left"/>
      <w:pPr>
        <w:ind w:left="358" w:hanging="360"/>
      </w:pPr>
      <w:rPr>
        <w:rFonts w:ascii="楷体_GB2312" w:hAnsi="宋体" w:cs="楷体_GB2312" w:hint="default"/>
      </w:rPr>
    </w:lvl>
    <w:lvl w:ilvl="1" w:tplc="69729392" w:tentative="1">
      <w:start w:val="1"/>
      <w:numFmt w:val="lowerLetter"/>
      <w:lvlText w:val="%2)"/>
      <w:lvlJc w:val="left"/>
      <w:pPr>
        <w:ind w:left="838" w:hanging="420"/>
      </w:pPr>
    </w:lvl>
    <w:lvl w:ilvl="2" w:tplc="BE5C3F3A" w:tentative="1">
      <w:start w:val="1"/>
      <w:numFmt w:val="lowerRoman"/>
      <w:lvlText w:val="%3."/>
      <w:lvlJc w:val="right"/>
      <w:pPr>
        <w:ind w:left="1258" w:hanging="420"/>
      </w:pPr>
    </w:lvl>
    <w:lvl w:ilvl="3" w:tplc="0DEED406" w:tentative="1">
      <w:start w:val="1"/>
      <w:numFmt w:val="decimal"/>
      <w:lvlText w:val="%4."/>
      <w:lvlJc w:val="left"/>
      <w:pPr>
        <w:ind w:left="1678" w:hanging="420"/>
      </w:pPr>
    </w:lvl>
    <w:lvl w:ilvl="4" w:tplc="A5C89B66" w:tentative="1">
      <w:start w:val="1"/>
      <w:numFmt w:val="lowerLetter"/>
      <w:lvlText w:val="%5)"/>
      <w:lvlJc w:val="left"/>
      <w:pPr>
        <w:ind w:left="2098" w:hanging="420"/>
      </w:pPr>
    </w:lvl>
    <w:lvl w:ilvl="5" w:tplc="0980AD82" w:tentative="1">
      <w:start w:val="1"/>
      <w:numFmt w:val="lowerRoman"/>
      <w:lvlText w:val="%6."/>
      <w:lvlJc w:val="right"/>
      <w:pPr>
        <w:ind w:left="2518" w:hanging="420"/>
      </w:pPr>
    </w:lvl>
    <w:lvl w:ilvl="6" w:tplc="F300E762" w:tentative="1">
      <w:start w:val="1"/>
      <w:numFmt w:val="decimal"/>
      <w:lvlText w:val="%7."/>
      <w:lvlJc w:val="left"/>
      <w:pPr>
        <w:ind w:left="2938" w:hanging="420"/>
      </w:pPr>
    </w:lvl>
    <w:lvl w:ilvl="7" w:tplc="4A6EABC8" w:tentative="1">
      <w:start w:val="1"/>
      <w:numFmt w:val="lowerLetter"/>
      <w:lvlText w:val="%8)"/>
      <w:lvlJc w:val="left"/>
      <w:pPr>
        <w:ind w:left="3358" w:hanging="420"/>
      </w:pPr>
    </w:lvl>
    <w:lvl w:ilvl="8" w:tplc="B50C4362" w:tentative="1">
      <w:start w:val="1"/>
      <w:numFmt w:val="lowerRoman"/>
      <w:lvlText w:val="%9."/>
      <w:lvlJc w:val="right"/>
      <w:pPr>
        <w:ind w:left="3778" w:hanging="420"/>
      </w:pPr>
    </w:lvl>
  </w:abstractNum>
  <w:abstractNum w:abstractNumId="13">
    <w:nsid w:val="4FAA77C7"/>
    <w:multiLevelType w:val="hybridMultilevel"/>
    <w:tmpl w:val="B058905E"/>
    <w:lvl w:ilvl="0" w:tplc="F0BE6DAA">
      <w:start w:val="1"/>
      <w:numFmt w:val="japaneseCounting"/>
      <w:lvlText w:val="（%1）"/>
      <w:lvlJc w:val="left"/>
      <w:pPr>
        <w:ind w:left="718" w:hanging="720"/>
      </w:pPr>
      <w:rPr>
        <w:rFonts w:hint="default"/>
      </w:rPr>
    </w:lvl>
    <w:lvl w:ilvl="1" w:tplc="6DF0FF66" w:tentative="1">
      <w:start w:val="1"/>
      <w:numFmt w:val="lowerLetter"/>
      <w:lvlText w:val="%2)"/>
      <w:lvlJc w:val="left"/>
      <w:pPr>
        <w:ind w:left="838" w:hanging="420"/>
      </w:pPr>
    </w:lvl>
    <w:lvl w:ilvl="2" w:tplc="6F348BE8" w:tentative="1">
      <w:start w:val="1"/>
      <w:numFmt w:val="lowerRoman"/>
      <w:lvlText w:val="%3."/>
      <w:lvlJc w:val="right"/>
      <w:pPr>
        <w:ind w:left="1258" w:hanging="420"/>
      </w:pPr>
    </w:lvl>
    <w:lvl w:ilvl="3" w:tplc="A69AF00A" w:tentative="1">
      <w:start w:val="1"/>
      <w:numFmt w:val="decimal"/>
      <w:lvlText w:val="%4."/>
      <w:lvlJc w:val="left"/>
      <w:pPr>
        <w:ind w:left="1678" w:hanging="420"/>
      </w:pPr>
    </w:lvl>
    <w:lvl w:ilvl="4" w:tplc="67F48228" w:tentative="1">
      <w:start w:val="1"/>
      <w:numFmt w:val="lowerLetter"/>
      <w:lvlText w:val="%5)"/>
      <w:lvlJc w:val="left"/>
      <w:pPr>
        <w:ind w:left="2098" w:hanging="420"/>
      </w:pPr>
    </w:lvl>
    <w:lvl w:ilvl="5" w:tplc="AB26803E" w:tentative="1">
      <w:start w:val="1"/>
      <w:numFmt w:val="lowerRoman"/>
      <w:lvlText w:val="%6."/>
      <w:lvlJc w:val="right"/>
      <w:pPr>
        <w:ind w:left="2518" w:hanging="420"/>
      </w:pPr>
    </w:lvl>
    <w:lvl w:ilvl="6" w:tplc="49661A98" w:tentative="1">
      <w:start w:val="1"/>
      <w:numFmt w:val="decimal"/>
      <w:lvlText w:val="%7."/>
      <w:lvlJc w:val="left"/>
      <w:pPr>
        <w:ind w:left="2938" w:hanging="420"/>
      </w:pPr>
    </w:lvl>
    <w:lvl w:ilvl="7" w:tplc="AF807326" w:tentative="1">
      <w:start w:val="1"/>
      <w:numFmt w:val="lowerLetter"/>
      <w:lvlText w:val="%8)"/>
      <w:lvlJc w:val="left"/>
      <w:pPr>
        <w:ind w:left="3358" w:hanging="420"/>
      </w:pPr>
    </w:lvl>
    <w:lvl w:ilvl="8" w:tplc="F47CDB22" w:tentative="1">
      <w:start w:val="1"/>
      <w:numFmt w:val="lowerRoman"/>
      <w:lvlText w:val="%9."/>
      <w:lvlJc w:val="right"/>
      <w:pPr>
        <w:ind w:left="3778" w:hanging="420"/>
      </w:pPr>
    </w:lvl>
  </w:abstractNum>
  <w:abstractNum w:abstractNumId="14">
    <w:nsid w:val="5BF509AA"/>
    <w:multiLevelType w:val="multilevel"/>
    <w:tmpl w:val="5BF509AA"/>
    <w:lvl w:ilvl="0">
      <w:start w:val="1"/>
      <w:numFmt w:val="decimal"/>
      <w:lvlText w:val="%1、"/>
      <w:lvlJc w:val="left"/>
      <w:pPr>
        <w:ind w:left="1208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98" w:hanging="420"/>
      </w:pPr>
    </w:lvl>
    <w:lvl w:ilvl="2">
      <w:start w:val="1"/>
      <w:numFmt w:val="lowerRoman"/>
      <w:lvlText w:val="%3."/>
      <w:lvlJc w:val="right"/>
      <w:pPr>
        <w:ind w:left="2018" w:hanging="420"/>
      </w:pPr>
    </w:lvl>
    <w:lvl w:ilvl="3">
      <w:start w:val="1"/>
      <w:numFmt w:val="decimal"/>
      <w:lvlText w:val="%4."/>
      <w:lvlJc w:val="left"/>
      <w:pPr>
        <w:ind w:left="2438" w:hanging="420"/>
      </w:pPr>
    </w:lvl>
    <w:lvl w:ilvl="4">
      <w:start w:val="1"/>
      <w:numFmt w:val="lowerLetter"/>
      <w:lvlText w:val="%5)"/>
      <w:lvlJc w:val="left"/>
      <w:pPr>
        <w:ind w:left="2858" w:hanging="420"/>
      </w:pPr>
    </w:lvl>
    <w:lvl w:ilvl="5">
      <w:start w:val="1"/>
      <w:numFmt w:val="lowerRoman"/>
      <w:lvlText w:val="%6."/>
      <w:lvlJc w:val="right"/>
      <w:pPr>
        <w:ind w:left="3278" w:hanging="420"/>
      </w:pPr>
    </w:lvl>
    <w:lvl w:ilvl="6">
      <w:start w:val="1"/>
      <w:numFmt w:val="decimal"/>
      <w:lvlText w:val="%7."/>
      <w:lvlJc w:val="left"/>
      <w:pPr>
        <w:ind w:left="3698" w:hanging="420"/>
      </w:pPr>
    </w:lvl>
    <w:lvl w:ilvl="7">
      <w:start w:val="1"/>
      <w:numFmt w:val="lowerLetter"/>
      <w:lvlText w:val="%8)"/>
      <w:lvlJc w:val="left"/>
      <w:pPr>
        <w:ind w:left="4118" w:hanging="420"/>
      </w:pPr>
    </w:lvl>
    <w:lvl w:ilvl="8">
      <w:start w:val="1"/>
      <w:numFmt w:val="lowerRoman"/>
      <w:lvlText w:val="%9."/>
      <w:lvlJc w:val="right"/>
      <w:pPr>
        <w:ind w:left="4538" w:hanging="420"/>
      </w:pPr>
    </w:lvl>
  </w:abstractNum>
  <w:abstractNum w:abstractNumId="15">
    <w:nsid w:val="612B04C8"/>
    <w:multiLevelType w:val="multilevel"/>
    <w:tmpl w:val="612B04C8"/>
    <w:lvl w:ilvl="0">
      <w:start w:val="1"/>
      <w:numFmt w:val="decimal"/>
      <w:lvlText w:val="%1、"/>
      <w:lvlJc w:val="left"/>
      <w:pPr>
        <w:ind w:left="35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38" w:hanging="420"/>
      </w:pPr>
    </w:lvl>
    <w:lvl w:ilvl="2">
      <w:start w:val="1"/>
      <w:numFmt w:val="lowerRoman"/>
      <w:lvlText w:val="%3."/>
      <w:lvlJc w:val="right"/>
      <w:pPr>
        <w:ind w:left="1258" w:hanging="420"/>
      </w:pPr>
    </w:lvl>
    <w:lvl w:ilvl="3">
      <w:start w:val="1"/>
      <w:numFmt w:val="decimal"/>
      <w:lvlText w:val="%4."/>
      <w:lvlJc w:val="left"/>
      <w:pPr>
        <w:ind w:left="1678" w:hanging="420"/>
      </w:pPr>
    </w:lvl>
    <w:lvl w:ilvl="4">
      <w:start w:val="1"/>
      <w:numFmt w:val="lowerLetter"/>
      <w:lvlText w:val="%5)"/>
      <w:lvlJc w:val="left"/>
      <w:pPr>
        <w:ind w:left="2098" w:hanging="420"/>
      </w:pPr>
    </w:lvl>
    <w:lvl w:ilvl="5">
      <w:start w:val="1"/>
      <w:numFmt w:val="lowerRoman"/>
      <w:lvlText w:val="%6."/>
      <w:lvlJc w:val="right"/>
      <w:pPr>
        <w:ind w:left="2518" w:hanging="420"/>
      </w:pPr>
    </w:lvl>
    <w:lvl w:ilvl="6">
      <w:start w:val="1"/>
      <w:numFmt w:val="decimal"/>
      <w:lvlText w:val="%7."/>
      <w:lvlJc w:val="left"/>
      <w:pPr>
        <w:ind w:left="2938" w:hanging="420"/>
      </w:pPr>
    </w:lvl>
    <w:lvl w:ilvl="7">
      <w:start w:val="1"/>
      <w:numFmt w:val="lowerLetter"/>
      <w:lvlText w:val="%8)"/>
      <w:lvlJc w:val="left"/>
      <w:pPr>
        <w:ind w:left="3358" w:hanging="420"/>
      </w:pPr>
    </w:lvl>
    <w:lvl w:ilvl="8">
      <w:start w:val="1"/>
      <w:numFmt w:val="lowerRoman"/>
      <w:lvlText w:val="%9."/>
      <w:lvlJc w:val="right"/>
      <w:pPr>
        <w:ind w:left="3778" w:hanging="420"/>
      </w:pPr>
    </w:lvl>
  </w:abstractNum>
  <w:abstractNum w:abstractNumId="16">
    <w:nsid w:val="62360528"/>
    <w:multiLevelType w:val="hybridMultilevel"/>
    <w:tmpl w:val="9662D3F8"/>
    <w:lvl w:ilvl="0" w:tplc="9886E660">
      <w:start w:val="1"/>
      <w:numFmt w:val="decimal"/>
      <w:lvlText w:val="%1."/>
      <w:lvlJc w:val="left"/>
      <w:pPr>
        <w:ind w:left="358" w:hanging="360"/>
      </w:pPr>
      <w:rPr>
        <w:rFonts w:ascii="楷体_GB2312" w:hAnsi="宋体" w:cs="楷体_GB2312" w:hint="default"/>
      </w:rPr>
    </w:lvl>
    <w:lvl w:ilvl="1" w:tplc="75328ACC" w:tentative="1">
      <w:start w:val="1"/>
      <w:numFmt w:val="lowerLetter"/>
      <w:lvlText w:val="%2)"/>
      <w:lvlJc w:val="left"/>
      <w:pPr>
        <w:ind w:left="838" w:hanging="420"/>
      </w:pPr>
    </w:lvl>
    <w:lvl w:ilvl="2" w:tplc="2F263D4A" w:tentative="1">
      <w:start w:val="1"/>
      <w:numFmt w:val="lowerRoman"/>
      <w:lvlText w:val="%3."/>
      <w:lvlJc w:val="right"/>
      <w:pPr>
        <w:ind w:left="1258" w:hanging="420"/>
      </w:pPr>
    </w:lvl>
    <w:lvl w:ilvl="3" w:tplc="A1142DF8" w:tentative="1">
      <w:start w:val="1"/>
      <w:numFmt w:val="decimal"/>
      <w:lvlText w:val="%4."/>
      <w:lvlJc w:val="left"/>
      <w:pPr>
        <w:ind w:left="1678" w:hanging="420"/>
      </w:pPr>
    </w:lvl>
    <w:lvl w:ilvl="4" w:tplc="E88A7EC4" w:tentative="1">
      <w:start w:val="1"/>
      <w:numFmt w:val="lowerLetter"/>
      <w:lvlText w:val="%5)"/>
      <w:lvlJc w:val="left"/>
      <w:pPr>
        <w:ind w:left="2098" w:hanging="420"/>
      </w:pPr>
    </w:lvl>
    <w:lvl w:ilvl="5" w:tplc="C2D617BC" w:tentative="1">
      <w:start w:val="1"/>
      <w:numFmt w:val="lowerRoman"/>
      <w:lvlText w:val="%6."/>
      <w:lvlJc w:val="right"/>
      <w:pPr>
        <w:ind w:left="2518" w:hanging="420"/>
      </w:pPr>
    </w:lvl>
    <w:lvl w:ilvl="6" w:tplc="E6E0C5A6" w:tentative="1">
      <w:start w:val="1"/>
      <w:numFmt w:val="decimal"/>
      <w:lvlText w:val="%7."/>
      <w:lvlJc w:val="left"/>
      <w:pPr>
        <w:ind w:left="2938" w:hanging="420"/>
      </w:pPr>
    </w:lvl>
    <w:lvl w:ilvl="7" w:tplc="09A0AA04" w:tentative="1">
      <w:start w:val="1"/>
      <w:numFmt w:val="lowerLetter"/>
      <w:lvlText w:val="%8)"/>
      <w:lvlJc w:val="left"/>
      <w:pPr>
        <w:ind w:left="3358" w:hanging="420"/>
      </w:pPr>
    </w:lvl>
    <w:lvl w:ilvl="8" w:tplc="EE8AD4A4" w:tentative="1">
      <w:start w:val="1"/>
      <w:numFmt w:val="lowerRoman"/>
      <w:lvlText w:val="%9."/>
      <w:lvlJc w:val="right"/>
      <w:pPr>
        <w:ind w:left="3778" w:hanging="420"/>
      </w:pPr>
    </w:lvl>
  </w:abstractNum>
  <w:abstractNum w:abstractNumId="17">
    <w:nsid w:val="70C8692D"/>
    <w:multiLevelType w:val="multilevel"/>
    <w:tmpl w:val="4FFE1D1A"/>
    <w:lvl w:ilvl="0">
      <w:start w:val="1"/>
      <w:numFmt w:val="decimal"/>
      <w:lvlText w:val="%1."/>
      <w:lvlJc w:val="left"/>
      <w:pPr>
        <w:ind w:left="358" w:hanging="360"/>
      </w:pPr>
      <w:rPr>
        <w:rFonts w:ascii="楷体_GB2312" w:eastAsia="楷体_GB2312" w:hAnsi="宋体" w:cs="楷体_GB2312"/>
      </w:rPr>
    </w:lvl>
    <w:lvl w:ilvl="1">
      <w:start w:val="1"/>
      <w:numFmt w:val="lowerLetter"/>
      <w:lvlText w:val="%2."/>
      <w:lvlJc w:val="left"/>
      <w:pPr>
        <w:ind w:left="1078" w:hanging="360"/>
      </w:pPr>
    </w:lvl>
    <w:lvl w:ilvl="2">
      <w:start w:val="1"/>
      <w:numFmt w:val="lowerRoman"/>
      <w:lvlText w:val="%3."/>
      <w:lvlJc w:val="right"/>
      <w:pPr>
        <w:ind w:left="1798" w:hanging="180"/>
      </w:pPr>
    </w:lvl>
    <w:lvl w:ilvl="3">
      <w:start w:val="1"/>
      <w:numFmt w:val="decimal"/>
      <w:lvlText w:val="%4."/>
      <w:lvlJc w:val="left"/>
      <w:pPr>
        <w:ind w:left="2518" w:hanging="360"/>
      </w:pPr>
    </w:lvl>
    <w:lvl w:ilvl="4">
      <w:start w:val="1"/>
      <w:numFmt w:val="lowerLetter"/>
      <w:lvlText w:val="%5."/>
      <w:lvlJc w:val="left"/>
      <w:pPr>
        <w:ind w:left="3238" w:hanging="360"/>
      </w:pPr>
    </w:lvl>
    <w:lvl w:ilvl="5">
      <w:start w:val="1"/>
      <w:numFmt w:val="lowerRoman"/>
      <w:lvlText w:val="%6."/>
      <w:lvlJc w:val="right"/>
      <w:pPr>
        <w:ind w:left="3958" w:hanging="180"/>
      </w:pPr>
    </w:lvl>
    <w:lvl w:ilvl="6">
      <w:start w:val="1"/>
      <w:numFmt w:val="decimal"/>
      <w:lvlText w:val="%7."/>
      <w:lvlJc w:val="left"/>
      <w:pPr>
        <w:ind w:left="4678" w:hanging="360"/>
      </w:pPr>
    </w:lvl>
    <w:lvl w:ilvl="7">
      <w:start w:val="1"/>
      <w:numFmt w:val="lowerLetter"/>
      <w:lvlText w:val="%8."/>
      <w:lvlJc w:val="left"/>
      <w:pPr>
        <w:ind w:left="5398" w:hanging="360"/>
      </w:pPr>
    </w:lvl>
    <w:lvl w:ilvl="8">
      <w:start w:val="1"/>
      <w:numFmt w:val="lowerRoman"/>
      <w:lvlText w:val="%9."/>
      <w:lvlJc w:val="right"/>
      <w:pPr>
        <w:ind w:left="6118" w:hanging="180"/>
      </w:pPr>
    </w:lvl>
  </w:abstractNum>
  <w:abstractNum w:abstractNumId="18">
    <w:nsid w:val="72463A12"/>
    <w:multiLevelType w:val="hybridMultilevel"/>
    <w:tmpl w:val="ECCE5CB2"/>
    <w:lvl w:ilvl="0" w:tplc="70A608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CA6C73E" w:tentative="1">
      <w:start w:val="1"/>
      <w:numFmt w:val="lowerLetter"/>
      <w:lvlText w:val="%2)"/>
      <w:lvlJc w:val="left"/>
      <w:pPr>
        <w:ind w:left="840" w:hanging="420"/>
      </w:pPr>
    </w:lvl>
    <w:lvl w:ilvl="2" w:tplc="4DF056FE" w:tentative="1">
      <w:start w:val="1"/>
      <w:numFmt w:val="lowerRoman"/>
      <w:lvlText w:val="%3."/>
      <w:lvlJc w:val="right"/>
      <w:pPr>
        <w:ind w:left="1260" w:hanging="420"/>
      </w:pPr>
    </w:lvl>
    <w:lvl w:ilvl="3" w:tplc="A43C2160" w:tentative="1">
      <w:start w:val="1"/>
      <w:numFmt w:val="decimal"/>
      <w:lvlText w:val="%4."/>
      <w:lvlJc w:val="left"/>
      <w:pPr>
        <w:ind w:left="1680" w:hanging="420"/>
      </w:pPr>
    </w:lvl>
    <w:lvl w:ilvl="4" w:tplc="A8789964" w:tentative="1">
      <w:start w:val="1"/>
      <w:numFmt w:val="lowerLetter"/>
      <w:lvlText w:val="%5)"/>
      <w:lvlJc w:val="left"/>
      <w:pPr>
        <w:ind w:left="2100" w:hanging="420"/>
      </w:pPr>
    </w:lvl>
    <w:lvl w:ilvl="5" w:tplc="16621CDE" w:tentative="1">
      <w:start w:val="1"/>
      <w:numFmt w:val="lowerRoman"/>
      <w:lvlText w:val="%6."/>
      <w:lvlJc w:val="right"/>
      <w:pPr>
        <w:ind w:left="2520" w:hanging="420"/>
      </w:pPr>
    </w:lvl>
    <w:lvl w:ilvl="6" w:tplc="B3A69760" w:tentative="1">
      <w:start w:val="1"/>
      <w:numFmt w:val="decimal"/>
      <w:lvlText w:val="%7."/>
      <w:lvlJc w:val="left"/>
      <w:pPr>
        <w:ind w:left="2940" w:hanging="420"/>
      </w:pPr>
    </w:lvl>
    <w:lvl w:ilvl="7" w:tplc="AD924C74" w:tentative="1">
      <w:start w:val="1"/>
      <w:numFmt w:val="lowerLetter"/>
      <w:lvlText w:val="%8)"/>
      <w:lvlJc w:val="left"/>
      <w:pPr>
        <w:ind w:left="3360" w:hanging="420"/>
      </w:pPr>
    </w:lvl>
    <w:lvl w:ilvl="8" w:tplc="6DAE2260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17"/>
  </w:num>
  <w:num w:numId="3">
    <w:abstractNumId w:val="15"/>
  </w:num>
  <w:num w:numId="4">
    <w:abstractNumId w:val="14"/>
  </w:num>
  <w:num w:numId="5">
    <w:abstractNumId w:val="2"/>
  </w:num>
  <w:num w:numId="6">
    <w:abstractNumId w:val="11"/>
  </w:num>
  <w:num w:numId="7">
    <w:abstractNumId w:val="16"/>
  </w:num>
  <w:num w:numId="8">
    <w:abstractNumId w:val="12"/>
  </w:num>
  <w:num w:numId="9">
    <w:abstractNumId w:val="8"/>
  </w:num>
  <w:num w:numId="10">
    <w:abstractNumId w:val="5"/>
  </w:num>
  <w:num w:numId="11">
    <w:abstractNumId w:val="13"/>
  </w:num>
  <w:num w:numId="12">
    <w:abstractNumId w:val="3"/>
  </w:num>
  <w:num w:numId="13">
    <w:abstractNumId w:val="4"/>
  </w:num>
  <w:num w:numId="14">
    <w:abstractNumId w:val="6"/>
  </w:num>
  <w:num w:numId="15">
    <w:abstractNumId w:val="18"/>
  </w:num>
  <w:num w:numId="16">
    <w:abstractNumId w:val="7"/>
  </w:num>
  <w:num w:numId="17">
    <w:abstractNumId w:val="1"/>
  </w:num>
  <w:num w:numId="18">
    <w:abstractNumId w:val="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420"/>
  <w:drawingGridHorizontalSpacing w:val="0"/>
  <w:drawingGridVerticalSpacing w:val="0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6C6"/>
    <w:rsid w:val="00001DC5"/>
    <w:rsid w:val="00003EA4"/>
    <w:rsid w:val="000044C4"/>
    <w:rsid w:val="00010618"/>
    <w:rsid w:val="00010FAC"/>
    <w:rsid w:val="000126B2"/>
    <w:rsid w:val="00013F5B"/>
    <w:rsid w:val="000147D6"/>
    <w:rsid w:val="00014B73"/>
    <w:rsid w:val="00015D27"/>
    <w:rsid w:val="000160B3"/>
    <w:rsid w:val="00016ECA"/>
    <w:rsid w:val="000205B3"/>
    <w:rsid w:val="00021FBC"/>
    <w:rsid w:val="0002493B"/>
    <w:rsid w:val="00025412"/>
    <w:rsid w:val="0002679A"/>
    <w:rsid w:val="00035D4E"/>
    <w:rsid w:val="000363A0"/>
    <w:rsid w:val="00036A9C"/>
    <w:rsid w:val="00036FC0"/>
    <w:rsid w:val="00041092"/>
    <w:rsid w:val="000426F9"/>
    <w:rsid w:val="00043AA8"/>
    <w:rsid w:val="0004443C"/>
    <w:rsid w:val="00044D26"/>
    <w:rsid w:val="00046069"/>
    <w:rsid w:val="00047F09"/>
    <w:rsid w:val="000501A3"/>
    <w:rsid w:val="000539DD"/>
    <w:rsid w:val="000548A7"/>
    <w:rsid w:val="000556C3"/>
    <w:rsid w:val="00055B24"/>
    <w:rsid w:val="00057AF1"/>
    <w:rsid w:val="00060380"/>
    <w:rsid w:val="0006039E"/>
    <w:rsid w:val="00060555"/>
    <w:rsid w:val="00060CF8"/>
    <w:rsid w:val="00062C0F"/>
    <w:rsid w:val="00063F74"/>
    <w:rsid w:val="000642FF"/>
    <w:rsid w:val="00064EC6"/>
    <w:rsid w:val="0006529A"/>
    <w:rsid w:val="0006540A"/>
    <w:rsid w:val="00066399"/>
    <w:rsid w:val="000728B5"/>
    <w:rsid w:val="00073BD2"/>
    <w:rsid w:val="00074951"/>
    <w:rsid w:val="000757CB"/>
    <w:rsid w:val="000769ED"/>
    <w:rsid w:val="00076AB2"/>
    <w:rsid w:val="000810BD"/>
    <w:rsid w:val="00081E7F"/>
    <w:rsid w:val="00084A58"/>
    <w:rsid w:val="00084DE7"/>
    <w:rsid w:val="00085A4A"/>
    <w:rsid w:val="0008615C"/>
    <w:rsid w:val="0008737E"/>
    <w:rsid w:val="0009069C"/>
    <w:rsid w:val="00090A7C"/>
    <w:rsid w:val="00090C78"/>
    <w:rsid w:val="000912BC"/>
    <w:rsid w:val="0009250D"/>
    <w:rsid w:val="00093A85"/>
    <w:rsid w:val="0009479A"/>
    <w:rsid w:val="00096806"/>
    <w:rsid w:val="000A0421"/>
    <w:rsid w:val="000A044F"/>
    <w:rsid w:val="000A0C47"/>
    <w:rsid w:val="000A0FA1"/>
    <w:rsid w:val="000A5B13"/>
    <w:rsid w:val="000B0124"/>
    <w:rsid w:val="000B0A2B"/>
    <w:rsid w:val="000B449C"/>
    <w:rsid w:val="000B5CA2"/>
    <w:rsid w:val="000C04B7"/>
    <w:rsid w:val="000C0E92"/>
    <w:rsid w:val="000C19F3"/>
    <w:rsid w:val="000C2431"/>
    <w:rsid w:val="000C2603"/>
    <w:rsid w:val="000C283C"/>
    <w:rsid w:val="000C33FA"/>
    <w:rsid w:val="000C37FC"/>
    <w:rsid w:val="000C3AF8"/>
    <w:rsid w:val="000C3C7D"/>
    <w:rsid w:val="000C46EC"/>
    <w:rsid w:val="000C4C04"/>
    <w:rsid w:val="000D0148"/>
    <w:rsid w:val="000D0828"/>
    <w:rsid w:val="000D2080"/>
    <w:rsid w:val="000D4C7B"/>
    <w:rsid w:val="000D5266"/>
    <w:rsid w:val="000D56E3"/>
    <w:rsid w:val="000E10B6"/>
    <w:rsid w:val="000E3008"/>
    <w:rsid w:val="000E3444"/>
    <w:rsid w:val="000E49BB"/>
    <w:rsid w:val="000E51AE"/>
    <w:rsid w:val="000E60E0"/>
    <w:rsid w:val="000E6792"/>
    <w:rsid w:val="000F1F2E"/>
    <w:rsid w:val="000F26F4"/>
    <w:rsid w:val="000F2A49"/>
    <w:rsid w:val="000F35BC"/>
    <w:rsid w:val="000F3ADF"/>
    <w:rsid w:val="000F599D"/>
    <w:rsid w:val="000F687B"/>
    <w:rsid w:val="000F798A"/>
    <w:rsid w:val="00100952"/>
    <w:rsid w:val="0010147F"/>
    <w:rsid w:val="00103F63"/>
    <w:rsid w:val="00105814"/>
    <w:rsid w:val="00105A87"/>
    <w:rsid w:val="001077F3"/>
    <w:rsid w:val="00107933"/>
    <w:rsid w:val="00110BCF"/>
    <w:rsid w:val="0011109A"/>
    <w:rsid w:val="00111E93"/>
    <w:rsid w:val="001124BE"/>
    <w:rsid w:val="00114CBC"/>
    <w:rsid w:val="00115683"/>
    <w:rsid w:val="00115D73"/>
    <w:rsid w:val="0011687B"/>
    <w:rsid w:val="00116B6A"/>
    <w:rsid w:val="00123C90"/>
    <w:rsid w:val="00124FBD"/>
    <w:rsid w:val="001260B9"/>
    <w:rsid w:val="001266EA"/>
    <w:rsid w:val="00126DB3"/>
    <w:rsid w:val="00130901"/>
    <w:rsid w:val="00132E82"/>
    <w:rsid w:val="0013467D"/>
    <w:rsid w:val="00134973"/>
    <w:rsid w:val="001353DA"/>
    <w:rsid w:val="00135B6F"/>
    <w:rsid w:val="00136105"/>
    <w:rsid w:val="001370DF"/>
    <w:rsid w:val="0014090C"/>
    <w:rsid w:val="00144519"/>
    <w:rsid w:val="001452EC"/>
    <w:rsid w:val="00146526"/>
    <w:rsid w:val="00151D12"/>
    <w:rsid w:val="001521EB"/>
    <w:rsid w:val="001549C8"/>
    <w:rsid w:val="001568FE"/>
    <w:rsid w:val="00156DA1"/>
    <w:rsid w:val="0016013C"/>
    <w:rsid w:val="001615E1"/>
    <w:rsid w:val="0016243B"/>
    <w:rsid w:val="00163B22"/>
    <w:rsid w:val="001641D5"/>
    <w:rsid w:val="00164277"/>
    <w:rsid w:val="001649F3"/>
    <w:rsid w:val="00171E78"/>
    <w:rsid w:val="00172A27"/>
    <w:rsid w:val="00176C79"/>
    <w:rsid w:val="00182FBF"/>
    <w:rsid w:val="00184D24"/>
    <w:rsid w:val="001856BC"/>
    <w:rsid w:val="001872EE"/>
    <w:rsid w:val="00190A62"/>
    <w:rsid w:val="00191496"/>
    <w:rsid w:val="001915B8"/>
    <w:rsid w:val="0019257E"/>
    <w:rsid w:val="00192A4D"/>
    <w:rsid w:val="001930F7"/>
    <w:rsid w:val="00193302"/>
    <w:rsid w:val="00194DE7"/>
    <w:rsid w:val="00197081"/>
    <w:rsid w:val="001A0FD7"/>
    <w:rsid w:val="001A218A"/>
    <w:rsid w:val="001A21E1"/>
    <w:rsid w:val="001A2FFC"/>
    <w:rsid w:val="001A30BE"/>
    <w:rsid w:val="001A36DF"/>
    <w:rsid w:val="001A5423"/>
    <w:rsid w:val="001A720A"/>
    <w:rsid w:val="001A72CB"/>
    <w:rsid w:val="001A7BE3"/>
    <w:rsid w:val="001B01FF"/>
    <w:rsid w:val="001B1495"/>
    <w:rsid w:val="001B1E52"/>
    <w:rsid w:val="001B35C0"/>
    <w:rsid w:val="001B50D8"/>
    <w:rsid w:val="001B6C94"/>
    <w:rsid w:val="001B6F74"/>
    <w:rsid w:val="001C0F22"/>
    <w:rsid w:val="001C19C0"/>
    <w:rsid w:val="001C27C3"/>
    <w:rsid w:val="001C2A78"/>
    <w:rsid w:val="001C3D71"/>
    <w:rsid w:val="001C4FAF"/>
    <w:rsid w:val="001C5D78"/>
    <w:rsid w:val="001C72BC"/>
    <w:rsid w:val="001C7B49"/>
    <w:rsid w:val="001D03C4"/>
    <w:rsid w:val="001D5EB4"/>
    <w:rsid w:val="001D6A97"/>
    <w:rsid w:val="001E1C60"/>
    <w:rsid w:val="001E24D6"/>
    <w:rsid w:val="001E6503"/>
    <w:rsid w:val="001F00CE"/>
    <w:rsid w:val="001F09ED"/>
    <w:rsid w:val="001F0F27"/>
    <w:rsid w:val="001F6640"/>
    <w:rsid w:val="001F6AE8"/>
    <w:rsid w:val="001F6DA5"/>
    <w:rsid w:val="001F7597"/>
    <w:rsid w:val="002001E4"/>
    <w:rsid w:val="0020078B"/>
    <w:rsid w:val="00200BEC"/>
    <w:rsid w:val="00200FB1"/>
    <w:rsid w:val="00202368"/>
    <w:rsid w:val="00202515"/>
    <w:rsid w:val="0020290B"/>
    <w:rsid w:val="00203755"/>
    <w:rsid w:val="00203EAD"/>
    <w:rsid w:val="0020493D"/>
    <w:rsid w:val="002050A9"/>
    <w:rsid w:val="00205FFC"/>
    <w:rsid w:val="002068C1"/>
    <w:rsid w:val="00211839"/>
    <w:rsid w:val="00213E7E"/>
    <w:rsid w:val="002156E9"/>
    <w:rsid w:val="00215D7E"/>
    <w:rsid w:val="00216B6D"/>
    <w:rsid w:val="00217805"/>
    <w:rsid w:val="0022225E"/>
    <w:rsid w:val="00222699"/>
    <w:rsid w:val="002255EE"/>
    <w:rsid w:val="00225B66"/>
    <w:rsid w:val="00225C4A"/>
    <w:rsid w:val="002263A2"/>
    <w:rsid w:val="00226CD2"/>
    <w:rsid w:val="00226ED1"/>
    <w:rsid w:val="002270F3"/>
    <w:rsid w:val="00227275"/>
    <w:rsid w:val="00231806"/>
    <w:rsid w:val="00232472"/>
    <w:rsid w:val="00233296"/>
    <w:rsid w:val="00233A76"/>
    <w:rsid w:val="00233AC8"/>
    <w:rsid w:val="00234890"/>
    <w:rsid w:val="00236C74"/>
    <w:rsid w:val="002370EE"/>
    <w:rsid w:val="00237EA1"/>
    <w:rsid w:val="00241C9E"/>
    <w:rsid w:val="00243A55"/>
    <w:rsid w:val="00245336"/>
    <w:rsid w:val="00246292"/>
    <w:rsid w:val="002465F7"/>
    <w:rsid w:val="00246BAF"/>
    <w:rsid w:val="00251071"/>
    <w:rsid w:val="00253360"/>
    <w:rsid w:val="0025354B"/>
    <w:rsid w:val="00253D14"/>
    <w:rsid w:val="002551F1"/>
    <w:rsid w:val="00255F6F"/>
    <w:rsid w:val="00263626"/>
    <w:rsid w:val="0026367F"/>
    <w:rsid w:val="00264EF5"/>
    <w:rsid w:val="00266F6D"/>
    <w:rsid w:val="00271C3C"/>
    <w:rsid w:val="002729A9"/>
    <w:rsid w:val="002729DA"/>
    <w:rsid w:val="00274D10"/>
    <w:rsid w:val="00274DDE"/>
    <w:rsid w:val="002754B9"/>
    <w:rsid w:val="002761EB"/>
    <w:rsid w:val="002808D0"/>
    <w:rsid w:val="00283FB0"/>
    <w:rsid w:val="00287256"/>
    <w:rsid w:val="00291517"/>
    <w:rsid w:val="00292667"/>
    <w:rsid w:val="00294941"/>
    <w:rsid w:val="00295A54"/>
    <w:rsid w:val="0029600B"/>
    <w:rsid w:val="00296760"/>
    <w:rsid w:val="002A0B7C"/>
    <w:rsid w:val="002A0DE8"/>
    <w:rsid w:val="002A101B"/>
    <w:rsid w:val="002A118E"/>
    <w:rsid w:val="002A1446"/>
    <w:rsid w:val="002A14F1"/>
    <w:rsid w:val="002A19D9"/>
    <w:rsid w:val="002A284E"/>
    <w:rsid w:val="002A37AD"/>
    <w:rsid w:val="002A38E0"/>
    <w:rsid w:val="002A448B"/>
    <w:rsid w:val="002A5E24"/>
    <w:rsid w:val="002A6FFD"/>
    <w:rsid w:val="002B0D61"/>
    <w:rsid w:val="002B195C"/>
    <w:rsid w:val="002B53E3"/>
    <w:rsid w:val="002B68A0"/>
    <w:rsid w:val="002B7706"/>
    <w:rsid w:val="002B7859"/>
    <w:rsid w:val="002B7874"/>
    <w:rsid w:val="002C07C8"/>
    <w:rsid w:val="002D1482"/>
    <w:rsid w:val="002D3636"/>
    <w:rsid w:val="002D38B7"/>
    <w:rsid w:val="002D4E93"/>
    <w:rsid w:val="002D68A1"/>
    <w:rsid w:val="002D6DF8"/>
    <w:rsid w:val="002D6E0E"/>
    <w:rsid w:val="002D7249"/>
    <w:rsid w:val="002E4E91"/>
    <w:rsid w:val="002E5746"/>
    <w:rsid w:val="002E5CC4"/>
    <w:rsid w:val="002E64C4"/>
    <w:rsid w:val="002F05EE"/>
    <w:rsid w:val="002F0E3A"/>
    <w:rsid w:val="002F0F28"/>
    <w:rsid w:val="002F14A9"/>
    <w:rsid w:val="002F1E03"/>
    <w:rsid w:val="002F265B"/>
    <w:rsid w:val="002F388D"/>
    <w:rsid w:val="002F7BFE"/>
    <w:rsid w:val="00305E0A"/>
    <w:rsid w:val="003079C2"/>
    <w:rsid w:val="00310EC2"/>
    <w:rsid w:val="0031174F"/>
    <w:rsid w:val="00311784"/>
    <w:rsid w:val="0031212B"/>
    <w:rsid w:val="00312710"/>
    <w:rsid w:val="00312A2B"/>
    <w:rsid w:val="003133C9"/>
    <w:rsid w:val="0031689B"/>
    <w:rsid w:val="00316DEC"/>
    <w:rsid w:val="003175C8"/>
    <w:rsid w:val="00321CAD"/>
    <w:rsid w:val="00322939"/>
    <w:rsid w:val="00324114"/>
    <w:rsid w:val="00326CE4"/>
    <w:rsid w:val="003313E2"/>
    <w:rsid w:val="003322C2"/>
    <w:rsid w:val="00332EB9"/>
    <w:rsid w:val="00335B05"/>
    <w:rsid w:val="00335B1F"/>
    <w:rsid w:val="00336876"/>
    <w:rsid w:val="00337017"/>
    <w:rsid w:val="003413CC"/>
    <w:rsid w:val="003421C1"/>
    <w:rsid w:val="003452C4"/>
    <w:rsid w:val="00345368"/>
    <w:rsid w:val="00345530"/>
    <w:rsid w:val="003460A3"/>
    <w:rsid w:val="00346433"/>
    <w:rsid w:val="00351AC4"/>
    <w:rsid w:val="0035303E"/>
    <w:rsid w:val="0035590C"/>
    <w:rsid w:val="00356D2C"/>
    <w:rsid w:val="003576A4"/>
    <w:rsid w:val="003600CB"/>
    <w:rsid w:val="00360654"/>
    <w:rsid w:val="0036094B"/>
    <w:rsid w:val="0036181F"/>
    <w:rsid w:val="00362735"/>
    <w:rsid w:val="0036563E"/>
    <w:rsid w:val="0036565F"/>
    <w:rsid w:val="00365828"/>
    <w:rsid w:val="00366351"/>
    <w:rsid w:val="00366D41"/>
    <w:rsid w:val="00370AD9"/>
    <w:rsid w:val="00370BE5"/>
    <w:rsid w:val="003722EF"/>
    <w:rsid w:val="00377004"/>
    <w:rsid w:val="0037708C"/>
    <w:rsid w:val="00380548"/>
    <w:rsid w:val="00381BBC"/>
    <w:rsid w:val="00382F22"/>
    <w:rsid w:val="0038563B"/>
    <w:rsid w:val="003903BF"/>
    <w:rsid w:val="0039091A"/>
    <w:rsid w:val="00390CFD"/>
    <w:rsid w:val="00391378"/>
    <w:rsid w:val="00392188"/>
    <w:rsid w:val="0039559D"/>
    <w:rsid w:val="003971DB"/>
    <w:rsid w:val="00397E61"/>
    <w:rsid w:val="003A0843"/>
    <w:rsid w:val="003A1BD8"/>
    <w:rsid w:val="003A4B48"/>
    <w:rsid w:val="003A4C39"/>
    <w:rsid w:val="003A5529"/>
    <w:rsid w:val="003B3842"/>
    <w:rsid w:val="003B4081"/>
    <w:rsid w:val="003B4DB7"/>
    <w:rsid w:val="003B756C"/>
    <w:rsid w:val="003B7CAE"/>
    <w:rsid w:val="003C1F61"/>
    <w:rsid w:val="003C2EEB"/>
    <w:rsid w:val="003C61BE"/>
    <w:rsid w:val="003C727B"/>
    <w:rsid w:val="003C77EF"/>
    <w:rsid w:val="003C7AEF"/>
    <w:rsid w:val="003D1B3B"/>
    <w:rsid w:val="003D1E1D"/>
    <w:rsid w:val="003D4615"/>
    <w:rsid w:val="003D5980"/>
    <w:rsid w:val="003D6E7F"/>
    <w:rsid w:val="003E231B"/>
    <w:rsid w:val="003E2E0B"/>
    <w:rsid w:val="003E5156"/>
    <w:rsid w:val="003E53B4"/>
    <w:rsid w:val="003E547A"/>
    <w:rsid w:val="003E6901"/>
    <w:rsid w:val="003E7D82"/>
    <w:rsid w:val="003F0BC3"/>
    <w:rsid w:val="003F2084"/>
    <w:rsid w:val="003F3C37"/>
    <w:rsid w:val="003F58E1"/>
    <w:rsid w:val="003F5982"/>
    <w:rsid w:val="003F5CC9"/>
    <w:rsid w:val="003F7F7C"/>
    <w:rsid w:val="00402CF6"/>
    <w:rsid w:val="0040426A"/>
    <w:rsid w:val="00404732"/>
    <w:rsid w:val="004056EF"/>
    <w:rsid w:val="004057B9"/>
    <w:rsid w:val="00407081"/>
    <w:rsid w:val="00410409"/>
    <w:rsid w:val="0041223C"/>
    <w:rsid w:val="00413B11"/>
    <w:rsid w:val="0041446D"/>
    <w:rsid w:val="00414D0A"/>
    <w:rsid w:val="0041523E"/>
    <w:rsid w:val="00415393"/>
    <w:rsid w:val="00415D0E"/>
    <w:rsid w:val="00420285"/>
    <w:rsid w:val="004202B4"/>
    <w:rsid w:val="004205C0"/>
    <w:rsid w:val="004210C6"/>
    <w:rsid w:val="004243EB"/>
    <w:rsid w:val="00426C15"/>
    <w:rsid w:val="00426ED5"/>
    <w:rsid w:val="00433028"/>
    <w:rsid w:val="00436006"/>
    <w:rsid w:val="00436EE0"/>
    <w:rsid w:val="00441E3A"/>
    <w:rsid w:val="00442956"/>
    <w:rsid w:val="00442E3F"/>
    <w:rsid w:val="004468BE"/>
    <w:rsid w:val="00447345"/>
    <w:rsid w:val="00450A36"/>
    <w:rsid w:val="0045115C"/>
    <w:rsid w:val="00451A81"/>
    <w:rsid w:val="0045355D"/>
    <w:rsid w:val="0045444C"/>
    <w:rsid w:val="00455F92"/>
    <w:rsid w:val="004567FE"/>
    <w:rsid w:val="0045695C"/>
    <w:rsid w:val="004600AE"/>
    <w:rsid w:val="00461029"/>
    <w:rsid w:val="00463F1F"/>
    <w:rsid w:val="00464C78"/>
    <w:rsid w:val="00465DE6"/>
    <w:rsid w:val="00466412"/>
    <w:rsid w:val="00466575"/>
    <w:rsid w:val="0047057B"/>
    <w:rsid w:val="00470FB6"/>
    <w:rsid w:val="00470FDE"/>
    <w:rsid w:val="0047199F"/>
    <w:rsid w:val="0047482C"/>
    <w:rsid w:val="004752FE"/>
    <w:rsid w:val="004755EA"/>
    <w:rsid w:val="00475653"/>
    <w:rsid w:val="00475662"/>
    <w:rsid w:val="00475C7B"/>
    <w:rsid w:val="004801D7"/>
    <w:rsid w:val="00480C2E"/>
    <w:rsid w:val="00481C1D"/>
    <w:rsid w:val="00481F39"/>
    <w:rsid w:val="0048246F"/>
    <w:rsid w:val="00485EB2"/>
    <w:rsid w:val="00486AE0"/>
    <w:rsid w:val="0048737A"/>
    <w:rsid w:val="004919C6"/>
    <w:rsid w:val="00491CAE"/>
    <w:rsid w:val="004924EA"/>
    <w:rsid w:val="004933E0"/>
    <w:rsid w:val="00493FBA"/>
    <w:rsid w:val="004943D4"/>
    <w:rsid w:val="00494AB2"/>
    <w:rsid w:val="0049560E"/>
    <w:rsid w:val="00495FB0"/>
    <w:rsid w:val="004965EB"/>
    <w:rsid w:val="00497A0F"/>
    <w:rsid w:val="004A0105"/>
    <w:rsid w:val="004A0C4B"/>
    <w:rsid w:val="004A7220"/>
    <w:rsid w:val="004A73A9"/>
    <w:rsid w:val="004B0F38"/>
    <w:rsid w:val="004B3E7F"/>
    <w:rsid w:val="004B4881"/>
    <w:rsid w:val="004B4E0C"/>
    <w:rsid w:val="004B60CF"/>
    <w:rsid w:val="004B7645"/>
    <w:rsid w:val="004C0143"/>
    <w:rsid w:val="004C1CEF"/>
    <w:rsid w:val="004C27BA"/>
    <w:rsid w:val="004C27CF"/>
    <w:rsid w:val="004C2E6A"/>
    <w:rsid w:val="004C3474"/>
    <w:rsid w:val="004C3861"/>
    <w:rsid w:val="004C46A4"/>
    <w:rsid w:val="004C49DC"/>
    <w:rsid w:val="004C7FE9"/>
    <w:rsid w:val="004D1573"/>
    <w:rsid w:val="004D1578"/>
    <w:rsid w:val="004D1B31"/>
    <w:rsid w:val="004D3168"/>
    <w:rsid w:val="004D3982"/>
    <w:rsid w:val="004D440D"/>
    <w:rsid w:val="004D49E8"/>
    <w:rsid w:val="004D4C24"/>
    <w:rsid w:val="004E1E20"/>
    <w:rsid w:val="004E2B94"/>
    <w:rsid w:val="004E3690"/>
    <w:rsid w:val="004E3FA9"/>
    <w:rsid w:val="004E402F"/>
    <w:rsid w:val="004E4EAA"/>
    <w:rsid w:val="004E7622"/>
    <w:rsid w:val="004E7E59"/>
    <w:rsid w:val="004F1681"/>
    <w:rsid w:val="004F25B4"/>
    <w:rsid w:val="004F47CE"/>
    <w:rsid w:val="004F6A80"/>
    <w:rsid w:val="00504CE9"/>
    <w:rsid w:val="0050603A"/>
    <w:rsid w:val="0050607E"/>
    <w:rsid w:val="00506276"/>
    <w:rsid w:val="005069E4"/>
    <w:rsid w:val="00510B6F"/>
    <w:rsid w:val="005127D4"/>
    <w:rsid w:val="0051502E"/>
    <w:rsid w:val="00517930"/>
    <w:rsid w:val="005204CE"/>
    <w:rsid w:val="005218CD"/>
    <w:rsid w:val="00521D47"/>
    <w:rsid w:val="005221AA"/>
    <w:rsid w:val="005223B1"/>
    <w:rsid w:val="005237D3"/>
    <w:rsid w:val="005251A7"/>
    <w:rsid w:val="00525CB4"/>
    <w:rsid w:val="00527BAE"/>
    <w:rsid w:val="0053426C"/>
    <w:rsid w:val="00536422"/>
    <w:rsid w:val="00542AFB"/>
    <w:rsid w:val="00542BD1"/>
    <w:rsid w:val="0054435B"/>
    <w:rsid w:val="00544F8F"/>
    <w:rsid w:val="0054504E"/>
    <w:rsid w:val="00545208"/>
    <w:rsid w:val="00546327"/>
    <w:rsid w:val="00546441"/>
    <w:rsid w:val="005476CB"/>
    <w:rsid w:val="0055031F"/>
    <w:rsid w:val="00552C0F"/>
    <w:rsid w:val="00557038"/>
    <w:rsid w:val="00563EE8"/>
    <w:rsid w:val="00563F6E"/>
    <w:rsid w:val="005645C5"/>
    <w:rsid w:val="00566105"/>
    <w:rsid w:val="00567836"/>
    <w:rsid w:val="005738EF"/>
    <w:rsid w:val="005738FF"/>
    <w:rsid w:val="005744F2"/>
    <w:rsid w:val="005755E0"/>
    <w:rsid w:val="005769C1"/>
    <w:rsid w:val="00580639"/>
    <w:rsid w:val="00580CAC"/>
    <w:rsid w:val="00582D53"/>
    <w:rsid w:val="005865C3"/>
    <w:rsid w:val="0058774A"/>
    <w:rsid w:val="00587E1F"/>
    <w:rsid w:val="00592959"/>
    <w:rsid w:val="00592F42"/>
    <w:rsid w:val="00595F7E"/>
    <w:rsid w:val="0059646B"/>
    <w:rsid w:val="0059707D"/>
    <w:rsid w:val="0059788F"/>
    <w:rsid w:val="00597DBA"/>
    <w:rsid w:val="00597F1D"/>
    <w:rsid w:val="005A0326"/>
    <w:rsid w:val="005A099D"/>
    <w:rsid w:val="005A199B"/>
    <w:rsid w:val="005A20DA"/>
    <w:rsid w:val="005A3C8F"/>
    <w:rsid w:val="005A5733"/>
    <w:rsid w:val="005A5BFA"/>
    <w:rsid w:val="005A5EC0"/>
    <w:rsid w:val="005A772C"/>
    <w:rsid w:val="005B0BE3"/>
    <w:rsid w:val="005B264B"/>
    <w:rsid w:val="005B26C0"/>
    <w:rsid w:val="005B2BD9"/>
    <w:rsid w:val="005B2FCA"/>
    <w:rsid w:val="005B4B89"/>
    <w:rsid w:val="005B4D6F"/>
    <w:rsid w:val="005B5CB3"/>
    <w:rsid w:val="005B632A"/>
    <w:rsid w:val="005B69F9"/>
    <w:rsid w:val="005C1012"/>
    <w:rsid w:val="005C26A1"/>
    <w:rsid w:val="005C2BE9"/>
    <w:rsid w:val="005C6B87"/>
    <w:rsid w:val="005C739D"/>
    <w:rsid w:val="005D0386"/>
    <w:rsid w:val="005D1EA0"/>
    <w:rsid w:val="005D2357"/>
    <w:rsid w:val="005D25FF"/>
    <w:rsid w:val="005D3505"/>
    <w:rsid w:val="005D3D54"/>
    <w:rsid w:val="005D45A1"/>
    <w:rsid w:val="005D58BE"/>
    <w:rsid w:val="005E0A11"/>
    <w:rsid w:val="005E1B40"/>
    <w:rsid w:val="005E4210"/>
    <w:rsid w:val="005F076E"/>
    <w:rsid w:val="005F0D0A"/>
    <w:rsid w:val="005F16A2"/>
    <w:rsid w:val="005F24E9"/>
    <w:rsid w:val="005F369A"/>
    <w:rsid w:val="005F3EE1"/>
    <w:rsid w:val="005F4C00"/>
    <w:rsid w:val="005F5F1C"/>
    <w:rsid w:val="005F7182"/>
    <w:rsid w:val="006026F6"/>
    <w:rsid w:val="00604548"/>
    <w:rsid w:val="006065AF"/>
    <w:rsid w:val="00606F08"/>
    <w:rsid w:val="00607679"/>
    <w:rsid w:val="00611B92"/>
    <w:rsid w:val="006146D5"/>
    <w:rsid w:val="00614825"/>
    <w:rsid w:val="00614999"/>
    <w:rsid w:val="006218A6"/>
    <w:rsid w:val="006223DC"/>
    <w:rsid w:val="006229A2"/>
    <w:rsid w:val="00623324"/>
    <w:rsid w:val="0062630B"/>
    <w:rsid w:val="00626BED"/>
    <w:rsid w:val="00631D1B"/>
    <w:rsid w:val="006320C1"/>
    <w:rsid w:val="0063231F"/>
    <w:rsid w:val="006368D3"/>
    <w:rsid w:val="00636FB9"/>
    <w:rsid w:val="00637451"/>
    <w:rsid w:val="00637A0A"/>
    <w:rsid w:val="00640235"/>
    <w:rsid w:val="00641240"/>
    <w:rsid w:val="006427DB"/>
    <w:rsid w:val="00645222"/>
    <w:rsid w:val="006509E5"/>
    <w:rsid w:val="00651DB2"/>
    <w:rsid w:val="0065398F"/>
    <w:rsid w:val="0065475E"/>
    <w:rsid w:val="0065724F"/>
    <w:rsid w:val="0066017F"/>
    <w:rsid w:val="0066021B"/>
    <w:rsid w:val="00661CF7"/>
    <w:rsid w:val="006627C0"/>
    <w:rsid w:val="0066536D"/>
    <w:rsid w:val="00665606"/>
    <w:rsid w:val="00666C5E"/>
    <w:rsid w:val="006745BC"/>
    <w:rsid w:val="006804CB"/>
    <w:rsid w:val="00680BF4"/>
    <w:rsid w:val="00682617"/>
    <w:rsid w:val="00683ADB"/>
    <w:rsid w:val="00685CEE"/>
    <w:rsid w:val="00691194"/>
    <w:rsid w:val="0069257C"/>
    <w:rsid w:val="006929DF"/>
    <w:rsid w:val="00692C48"/>
    <w:rsid w:val="0069708B"/>
    <w:rsid w:val="006975BC"/>
    <w:rsid w:val="006976C9"/>
    <w:rsid w:val="006A0C97"/>
    <w:rsid w:val="006A19F9"/>
    <w:rsid w:val="006A3FF4"/>
    <w:rsid w:val="006A6C15"/>
    <w:rsid w:val="006B1E0C"/>
    <w:rsid w:val="006B41B5"/>
    <w:rsid w:val="006B6EEE"/>
    <w:rsid w:val="006C0090"/>
    <w:rsid w:val="006C0806"/>
    <w:rsid w:val="006C284C"/>
    <w:rsid w:val="006C4FBC"/>
    <w:rsid w:val="006C5D6D"/>
    <w:rsid w:val="006D0DEA"/>
    <w:rsid w:val="006D380D"/>
    <w:rsid w:val="006D4480"/>
    <w:rsid w:val="006D621E"/>
    <w:rsid w:val="006D7D92"/>
    <w:rsid w:val="006D7DF5"/>
    <w:rsid w:val="006E0C09"/>
    <w:rsid w:val="006E0F1E"/>
    <w:rsid w:val="006E10CF"/>
    <w:rsid w:val="006E2EF4"/>
    <w:rsid w:val="006E308C"/>
    <w:rsid w:val="006E30F2"/>
    <w:rsid w:val="006E3116"/>
    <w:rsid w:val="006E3CDA"/>
    <w:rsid w:val="006E43E5"/>
    <w:rsid w:val="006E4C82"/>
    <w:rsid w:val="006E4D8B"/>
    <w:rsid w:val="006E4EC1"/>
    <w:rsid w:val="006E5D81"/>
    <w:rsid w:val="006E670C"/>
    <w:rsid w:val="006F04C3"/>
    <w:rsid w:val="006F166D"/>
    <w:rsid w:val="006F7210"/>
    <w:rsid w:val="00700F6D"/>
    <w:rsid w:val="00701C15"/>
    <w:rsid w:val="0070415D"/>
    <w:rsid w:val="0070491B"/>
    <w:rsid w:val="00705487"/>
    <w:rsid w:val="00707D11"/>
    <w:rsid w:val="00714057"/>
    <w:rsid w:val="007146CC"/>
    <w:rsid w:val="007160F3"/>
    <w:rsid w:val="00716F0D"/>
    <w:rsid w:val="00720264"/>
    <w:rsid w:val="0072328E"/>
    <w:rsid w:val="00724409"/>
    <w:rsid w:val="00725E51"/>
    <w:rsid w:val="00726156"/>
    <w:rsid w:val="007277A7"/>
    <w:rsid w:val="007279E5"/>
    <w:rsid w:val="0073059C"/>
    <w:rsid w:val="00733CAE"/>
    <w:rsid w:val="0073416A"/>
    <w:rsid w:val="007341D7"/>
    <w:rsid w:val="00742023"/>
    <w:rsid w:val="00742D4B"/>
    <w:rsid w:val="007439E8"/>
    <w:rsid w:val="00744225"/>
    <w:rsid w:val="00744316"/>
    <w:rsid w:val="00745A82"/>
    <w:rsid w:val="007472F7"/>
    <w:rsid w:val="00747A12"/>
    <w:rsid w:val="007500A6"/>
    <w:rsid w:val="00752B5E"/>
    <w:rsid w:val="00753114"/>
    <w:rsid w:val="007535A2"/>
    <w:rsid w:val="00755E0B"/>
    <w:rsid w:val="007567CA"/>
    <w:rsid w:val="007578A5"/>
    <w:rsid w:val="00762150"/>
    <w:rsid w:val="007621EB"/>
    <w:rsid w:val="00762E9A"/>
    <w:rsid w:val="007668B9"/>
    <w:rsid w:val="0077104A"/>
    <w:rsid w:val="0077131D"/>
    <w:rsid w:val="0077204B"/>
    <w:rsid w:val="00772F06"/>
    <w:rsid w:val="007737E0"/>
    <w:rsid w:val="00773EF6"/>
    <w:rsid w:val="00774627"/>
    <w:rsid w:val="007767C3"/>
    <w:rsid w:val="007808F5"/>
    <w:rsid w:val="00781310"/>
    <w:rsid w:val="00782961"/>
    <w:rsid w:val="00783654"/>
    <w:rsid w:val="0078380F"/>
    <w:rsid w:val="0079138E"/>
    <w:rsid w:val="00791598"/>
    <w:rsid w:val="007929F7"/>
    <w:rsid w:val="007930A4"/>
    <w:rsid w:val="00794E71"/>
    <w:rsid w:val="007966BE"/>
    <w:rsid w:val="007A1863"/>
    <w:rsid w:val="007A24F4"/>
    <w:rsid w:val="007A4008"/>
    <w:rsid w:val="007A49A9"/>
    <w:rsid w:val="007A5E9D"/>
    <w:rsid w:val="007A61FC"/>
    <w:rsid w:val="007A69A9"/>
    <w:rsid w:val="007B0FB2"/>
    <w:rsid w:val="007B16F7"/>
    <w:rsid w:val="007B2BE5"/>
    <w:rsid w:val="007B30EE"/>
    <w:rsid w:val="007B3F5E"/>
    <w:rsid w:val="007B65A1"/>
    <w:rsid w:val="007B7D9D"/>
    <w:rsid w:val="007C1FD4"/>
    <w:rsid w:val="007C2C0B"/>
    <w:rsid w:val="007C2FC3"/>
    <w:rsid w:val="007C3B98"/>
    <w:rsid w:val="007C4338"/>
    <w:rsid w:val="007C49F7"/>
    <w:rsid w:val="007C638C"/>
    <w:rsid w:val="007C7112"/>
    <w:rsid w:val="007D2424"/>
    <w:rsid w:val="007D2AF2"/>
    <w:rsid w:val="007D3041"/>
    <w:rsid w:val="007D40F8"/>
    <w:rsid w:val="007D6A76"/>
    <w:rsid w:val="007D7593"/>
    <w:rsid w:val="007E043B"/>
    <w:rsid w:val="007E0CA6"/>
    <w:rsid w:val="007E1C65"/>
    <w:rsid w:val="007E250D"/>
    <w:rsid w:val="007E5ED0"/>
    <w:rsid w:val="007E6F1E"/>
    <w:rsid w:val="007E70AD"/>
    <w:rsid w:val="007E7B54"/>
    <w:rsid w:val="007F08EA"/>
    <w:rsid w:val="007F1FC5"/>
    <w:rsid w:val="007F2041"/>
    <w:rsid w:val="007F52AA"/>
    <w:rsid w:val="007F779B"/>
    <w:rsid w:val="008001C4"/>
    <w:rsid w:val="00801AA5"/>
    <w:rsid w:val="00803588"/>
    <w:rsid w:val="00803B53"/>
    <w:rsid w:val="0080455A"/>
    <w:rsid w:val="008069CD"/>
    <w:rsid w:val="00807588"/>
    <w:rsid w:val="00810BD4"/>
    <w:rsid w:val="00810CF1"/>
    <w:rsid w:val="008118F6"/>
    <w:rsid w:val="00812070"/>
    <w:rsid w:val="00815CD7"/>
    <w:rsid w:val="00815CE5"/>
    <w:rsid w:val="00816DF3"/>
    <w:rsid w:val="0082090A"/>
    <w:rsid w:val="00821110"/>
    <w:rsid w:val="00822EB0"/>
    <w:rsid w:val="00823631"/>
    <w:rsid w:val="008242A3"/>
    <w:rsid w:val="0082485C"/>
    <w:rsid w:val="008276D5"/>
    <w:rsid w:val="00827EBC"/>
    <w:rsid w:val="0083053C"/>
    <w:rsid w:val="00831D18"/>
    <w:rsid w:val="008328C6"/>
    <w:rsid w:val="00833497"/>
    <w:rsid w:val="008342FE"/>
    <w:rsid w:val="0083530F"/>
    <w:rsid w:val="008357D1"/>
    <w:rsid w:val="00836406"/>
    <w:rsid w:val="00836417"/>
    <w:rsid w:val="00836C6F"/>
    <w:rsid w:val="00837AA0"/>
    <w:rsid w:val="00842495"/>
    <w:rsid w:val="00845089"/>
    <w:rsid w:val="00850703"/>
    <w:rsid w:val="00851D70"/>
    <w:rsid w:val="0085303E"/>
    <w:rsid w:val="00854172"/>
    <w:rsid w:val="008548FE"/>
    <w:rsid w:val="00855DD2"/>
    <w:rsid w:val="00855E90"/>
    <w:rsid w:val="0085695F"/>
    <w:rsid w:val="008576C5"/>
    <w:rsid w:val="00857D29"/>
    <w:rsid w:val="008602CF"/>
    <w:rsid w:val="0086031D"/>
    <w:rsid w:val="00860EDD"/>
    <w:rsid w:val="008619AD"/>
    <w:rsid w:val="00861DB4"/>
    <w:rsid w:val="00863ADD"/>
    <w:rsid w:val="008651E5"/>
    <w:rsid w:val="0086720D"/>
    <w:rsid w:val="008703D2"/>
    <w:rsid w:val="008714A8"/>
    <w:rsid w:val="008734E7"/>
    <w:rsid w:val="00880BD9"/>
    <w:rsid w:val="00880F64"/>
    <w:rsid w:val="00882FCC"/>
    <w:rsid w:val="008831B8"/>
    <w:rsid w:val="00885404"/>
    <w:rsid w:val="0088574C"/>
    <w:rsid w:val="008859E1"/>
    <w:rsid w:val="00890816"/>
    <w:rsid w:val="0089154C"/>
    <w:rsid w:val="0089445F"/>
    <w:rsid w:val="00894AA1"/>
    <w:rsid w:val="00895EED"/>
    <w:rsid w:val="008A411C"/>
    <w:rsid w:val="008A69A3"/>
    <w:rsid w:val="008B0822"/>
    <w:rsid w:val="008B1E5A"/>
    <w:rsid w:val="008B2747"/>
    <w:rsid w:val="008B4408"/>
    <w:rsid w:val="008B48FE"/>
    <w:rsid w:val="008B52FB"/>
    <w:rsid w:val="008B7343"/>
    <w:rsid w:val="008C6EB3"/>
    <w:rsid w:val="008C7329"/>
    <w:rsid w:val="008E2351"/>
    <w:rsid w:val="008E38EF"/>
    <w:rsid w:val="008E472F"/>
    <w:rsid w:val="008E5E61"/>
    <w:rsid w:val="008F0061"/>
    <w:rsid w:val="008F1E60"/>
    <w:rsid w:val="008F20AB"/>
    <w:rsid w:val="008F5554"/>
    <w:rsid w:val="008F6227"/>
    <w:rsid w:val="008F6769"/>
    <w:rsid w:val="00902206"/>
    <w:rsid w:val="00903D64"/>
    <w:rsid w:val="0090431C"/>
    <w:rsid w:val="00904891"/>
    <w:rsid w:val="009105DF"/>
    <w:rsid w:val="009109D7"/>
    <w:rsid w:val="00910CA8"/>
    <w:rsid w:val="00910D88"/>
    <w:rsid w:val="00913087"/>
    <w:rsid w:val="0091382D"/>
    <w:rsid w:val="00916769"/>
    <w:rsid w:val="00917776"/>
    <w:rsid w:val="009201FE"/>
    <w:rsid w:val="009238E1"/>
    <w:rsid w:val="00925A45"/>
    <w:rsid w:val="00925ABF"/>
    <w:rsid w:val="00934481"/>
    <w:rsid w:val="00934714"/>
    <w:rsid w:val="009347AF"/>
    <w:rsid w:val="0093538C"/>
    <w:rsid w:val="00940B4D"/>
    <w:rsid w:val="009421CA"/>
    <w:rsid w:val="00943306"/>
    <w:rsid w:val="009437CB"/>
    <w:rsid w:val="0094593C"/>
    <w:rsid w:val="00947727"/>
    <w:rsid w:val="0094794A"/>
    <w:rsid w:val="0095171C"/>
    <w:rsid w:val="00951827"/>
    <w:rsid w:val="00953138"/>
    <w:rsid w:val="009543C4"/>
    <w:rsid w:val="00954DC5"/>
    <w:rsid w:val="00955AAD"/>
    <w:rsid w:val="009561B3"/>
    <w:rsid w:val="0096016D"/>
    <w:rsid w:val="009647FC"/>
    <w:rsid w:val="0096558D"/>
    <w:rsid w:val="0096682F"/>
    <w:rsid w:val="00966A09"/>
    <w:rsid w:val="0097118F"/>
    <w:rsid w:val="00974963"/>
    <w:rsid w:val="00976AFC"/>
    <w:rsid w:val="00985402"/>
    <w:rsid w:val="00986603"/>
    <w:rsid w:val="00986EBC"/>
    <w:rsid w:val="00990F75"/>
    <w:rsid w:val="00991685"/>
    <w:rsid w:val="00993AF5"/>
    <w:rsid w:val="00994FCB"/>
    <w:rsid w:val="00996506"/>
    <w:rsid w:val="009968EC"/>
    <w:rsid w:val="009A0ACD"/>
    <w:rsid w:val="009A18DB"/>
    <w:rsid w:val="009A2BA6"/>
    <w:rsid w:val="009A303C"/>
    <w:rsid w:val="009A675F"/>
    <w:rsid w:val="009A6992"/>
    <w:rsid w:val="009B05E6"/>
    <w:rsid w:val="009B14F2"/>
    <w:rsid w:val="009B24F9"/>
    <w:rsid w:val="009B32DD"/>
    <w:rsid w:val="009B4E98"/>
    <w:rsid w:val="009B5271"/>
    <w:rsid w:val="009B56EF"/>
    <w:rsid w:val="009B58EC"/>
    <w:rsid w:val="009B593B"/>
    <w:rsid w:val="009B6D89"/>
    <w:rsid w:val="009B7656"/>
    <w:rsid w:val="009C004A"/>
    <w:rsid w:val="009C0C53"/>
    <w:rsid w:val="009C126B"/>
    <w:rsid w:val="009C1970"/>
    <w:rsid w:val="009C1DC1"/>
    <w:rsid w:val="009C61F2"/>
    <w:rsid w:val="009C699A"/>
    <w:rsid w:val="009C6E8C"/>
    <w:rsid w:val="009D153E"/>
    <w:rsid w:val="009D3197"/>
    <w:rsid w:val="009D3403"/>
    <w:rsid w:val="009E1335"/>
    <w:rsid w:val="009E2761"/>
    <w:rsid w:val="009E6C2C"/>
    <w:rsid w:val="009E778C"/>
    <w:rsid w:val="009F0A38"/>
    <w:rsid w:val="009F6594"/>
    <w:rsid w:val="009F6E10"/>
    <w:rsid w:val="009F7E21"/>
    <w:rsid w:val="00A02056"/>
    <w:rsid w:val="00A04383"/>
    <w:rsid w:val="00A05548"/>
    <w:rsid w:val="00A06DA3"/>
    <w:rsid w:val="00A11464"/>
    <w:rsid w:val="00A123E3"/>
    <w:rsid w:val="00A13F92"/>
    <w:rsid w:val="00A14C36"/>
    <w:rsid w:val="00A15751"/>
    <w:rsid w:val="00A15FD3"/>
    <w:rsid w:val="00A1651C"/>
    <w:rsid w:val="00A208BD"/>
    <w:rsid w:val="00A20E42"/>
    <w:rsid w:val="00A21691"/>
    <w:rsid w:val="00A21C12"/>
    <w:rsid w:val="00A22514"/>
    <w:rsid w:val="00A25672"/>
    <w:rsid w:val="00A2672F"/>
    <w:rsid w:val="00A32E0A"/>
    <w:rsid w:val="00A3332D"/>
    <w:rsid w:val="00A33A98"/>
    <w:rsid w:val="00A350B9"/>
    <w:rsid w:val="00A3557B"/>
    <w:rsid w:val="00A35C36"/>
    <w:rsid w:val="00A407CC"/>
    <w:rsid w:val="00A408EB"/>
    <w:rsid w:val="00A40CC2"/>
    <w:rsid w:val="00A40F80"/>
    <w:rsid w:val="00A4272A"/>
    <w:rsid w:val="00A45B60"/>
    <w:rsid w:val="00A46540"/>
    <w:rsid w:val="00A47D06"/>
    <w:rsid w:val="00A52506"/>
    <w:rsid w:val="00A53299"/>
    <w:rsid w:val="00A53B68"/>
    <w:rsid w:val="00A56C74"/>
    <w:rsid w:val="00A61C27"/>
    <w:rsid w:val="00A62F85"/>
    <w:rsid w:val="00A632C2"/>
    <w:rsid w:val="00A63964"/>
    <w:rsid w:val="00A67D8B"/>
    <w:rsid w:val="00A7040A"/>
    <w:rsid w:val="00A7281D"/>
    <w:rsid w:val="00A72C17"/>
    <w:rsid w:val="00A7596B"/>
    <w:rsid w:val="00A7690D"/>
    <w:rsid w:val="00A80AE2"/>
    <w:rsid w:val="00A84324"/>
    <w:rsid w:val="00A84AFC"/>
    <w:rsid w:val="00A90F6A"/>
    <w:rsid w:val="00A92459"/>
    <w:rsid w:val="00A9276D"/>
    <w:rsid w:val="00A92A32"/>
    <w:rsid w:val="00A92B67"/>
    <w:rsid w:val="00A939E8"/>
    <w:rsid w:val="00A93BF6"/>
    <w:rsid w:val="00A95125"/>
    <w:rsid w:val="00AA161C"/>
    <w:rsid w:val="00AA19B1"/>
    <w:rsid w:val="00AA2232"/>
    <w:rsid w:val="00AA2414"/>
    <w:rsid w:val="00AA2ED5"/>
    <w:rsid w:val="00AA37CD"/>
    <w:rsid w:val="00AA3BFD"/>
    <w:rsid w:val="00AA5CB2"/>
    <w:rsid w:val="00AB2B1A"/>
    <w:rsid w:val="00AB2E83"/>
    <w:rsid w:val="00AB4C0B"/>
    <w:rsid w:val="00AB527D"/>
    <w:rsid w:val="00AB5302"/>
    <w:rsid w:val="00AC139B"/>
    <w:rsid w:val="00AC1B2C"/>
    <w:rsid w:val="00AC2BE4"/>
    <w:rsid w:val="00AC6333"/>
    <w:rsid w:val="00AC6572"/>
    <w:rsid w:val="00AD111F"/>
    <w:rsid w:val="00AD4929"/>
    <w:rsid w:val="00AD5938"/>
    <w:rsid w:val="00AE00FB"/>
    <w:rsid w:val="00AE158D"/>
    <w:rsid w:val="00AE1A21"/>
    <w:rsid w:val="00AE22BA"/>
    <w:rsid w:val="00AE3747"/>
    <w:rsid w:val="00AE47AD"/>
    <w:rsid w:val="00AE4D55"/>
    <w:rsid w:val="00AE533E"/>
    <w:rsid w:val="00AE6808"/>
    <w:rsid w:val="00AF0C5C"/>
    <w:rsid w:val="00AF2396"/>
    <w:rsid w:val="00AF2C00"/>
    <w:rsid w:val="00AF3F36"/>
    <w:rsid w:val="00AF77F1"/>
    <w:rsid w:val="00AF7872"/>
    <w:rsid w:val="00B0144C"/>
    <w:rsid w:val="00B0152F"/>
    <w:rsid w:val="00B020D7"/>
    <w:rsid w:val="00B04D83"/>
    <w:rsid w:val="00B04FAE"/>
    <w:rsid w:val="00B068D6"/>
    <w:rsid w:val="00B07607"/>
    <w:rsid w:val="00B105F7"/>
    <w:rsid w:val="00B12CC7"/>
    <w:rsid w:val="00B13EE8"/>
    <w:rsid w:val="00B16E54"/>
    <w:rsid w:val="00B177A2"/>
    <w:rsid w:val="00B17FC5"/>
    <w:rsid w:val="00B230BA"/>
    <w:rsid w:val="00B23F4C"/>
    <w:rsid w:val="00B2420E"/>
    <w:rsid w:val="00B2555E"/>
    <w:rsid w:val="00B260D1"/>
    <w:rsid w:val="00B27A3E"/>
    <w:rsid w:val="00B308EB"/>
    <w:rsid w:val="00B30F64"/>
    <w:rsid w:val="00B3313B"/>
    <w:rsid w:val="00B331C0"/>
    <w:rsid w:val="00B3407C"/>
    <w:rsid w:val="00B35851"/>
    <w:rsid w:val="00B36C49"/>
    <w:rsid w:val="00B36C7F"/>
    <w:rsid w:val="00B41274"/>
    <w:rsid w:val="00B41994"/>
    <w:rsid w:val="00B445DA"/>
    <w:rsid w:val="00B45671"/>
    <w:rsid w:val="00B50114"/>
    <w:rsid w:val="00B51166"/>
    <w:rsid w:val="00B51911"/>
    <w:rsid w:val="00B52A03"/>
    <w:rsid w:val="00B55E40"/>
    <w:rsid w:val="00B6170E"/>
    <w:rsid w:val="00B626A6"/>
    <w:rsid w:val="00B66DAD"/>
    <w:rsid w:val="00B7006C"/>
    <w:rsid w:val="00B7025F"/>
    <w:rsid w:val="00B72C4F"/>
    <w:rsid w:val="00B76A1B"/>
    <w:rsid w:val="00B77B1A"/>
    <w:rsid w:val="00B77E4F"/>
    <w:rsid w:val="00B802C5"/>
    <w:rsid w:val="00B80717"/>
    <w:rsid w:val="00B83072"/>
    <w:rsid w:val="00B83367"/>
    <w:rsid w:val="00B8483F"/>
    <w:rsid w:val="00B91EAF"/>
    <w:rsid w:val="00B95730"/>
    <w:rsid w:val="00B95A27"/>
    <w:rsid w:val="00B972AD"/>
    <w:rsid w:val="00B975E8"/>
    <w:rsid w:val="00BA0253"/>
    <w:rsid w:val="00BA03A6"/>
    <w:rsid w:val="00BA143B"/>
    <w:rsid w:val="00BA22FE"/>
    <w:rsid w:val="00BA445B"/>
    <w:rsid w:val="00BA4FDA"/>
    <w:rsid w:val="00BA707B"/>
    <w:rsid w:val="00BB0A13"/>
    <w:rsid w:val="00BB0C5E"/>
    <w:rsid w:val="00BB3AC1"/>
    <w:rsid w:val="00BB407A"/>
    <w:rsid w:val="00BB45D5"/>
    <w:rsid w:val="00BB7026"/>
    <w:rsid w:val="00BB78FE"/>
    <w:rsid w:val="00BC3524"/>
    <w:rsid w:val="00BC4F45"/>
    <w:rsid w:val="00BC641A"/>
    <w:rsid w:val="00BC7731"/>
    <w:rsid w:val="00BD1B90"/>
    <w:rsid w:val="00BD60FE"/>
    <w:rsid w:val="00BD79B7"/>
    <w:rsid w:val="00BE0C23"/>
    <w:rsid w:val="00BE24AB"/>
    <w:rsid w:val="00BE3245"/>
    <w:rsid w:val="00BE3AF0"/>
    <w:rsid w:val="00BE66C7"/>
    <w:rsid w:val="00BE6D21"/>
    <w:rsid w:val="00BF1BF1"/>
    <w:rsid w:val="00BF23C0"/>
    <w:rsid w:val="00BF2628"/>
    <w:rsid w:val="00BF26BF"/>
    <w:rsid w:val="00BF2FC4"/>
    <w:rsid w:val="00BF412E"/>
    <w:rsid w:val="00BF42D8"/>
    <w:rsid w:val="00BF52BA"/>
    <w:rsid w:val="00BF5CE4"/>
    <w:rsid w:val="00BF75AF"/>
    <w:rsid w:val="00BF7E48"/>
    <w:rsid w:val="00C0010B"/>
    <w:rsid w:val="00C005A4"/>
    <w:rsid w:val="00C00C9F"/>
    <w:rsid w:val="00C02A0B"/>
    <w:rsid w:val="00C03B66"/>
    <w:rsid w:val="00C03CF5"/>
    <w:rsid w:val="00C04640"/>
    <w:rsid w:val="00C04919"/>
    <w:rsid w:val="00C05C2D"/>
    <w:rsid w:val="00C07F4E"/>
    <w:rsid w:val="00C10448"/>
    <w:rsid w:val="00C10AA1"/>
    <w:rsid w:val="00C14A77"/>
    <w:rsid w:val="00C15E9A"/>
    <w:rsid w:val="00C169CF"/>
    <w:rsid w:val="00C232B8"/>
    <w:rsid w:val="00C2349F"/>
    <w:rsid w:val="00C24BE4"/>
    <w:rsid w:val="00C24C46"/>
    <w:rsid w:val="00C250C7"/>
    <w:rsid w:val="00C25E4B"/>
    <w:rsid w:val="00C26F36"/>
    <w:rsid w:val="00C27CD0"/>
    <w:rsid w:val="00C336A4"/>
    <w:rsid w:val="00C35445"/>
    <w:rsid w:val="00C41B13"/>
    <w:rsid w:val="00C42069"/>
    <w:rsid w:val="00C43848"/>
    <w:rsid w:val="00C476AD"/>
    <w:rsid w:val="00C50318"/>
    <w:rsid w:val="00C50CFB"/>
    <w:rsid w:val="00C52BB3"/>
    <w:rsid w:val="00C54066"/>
    <w:rsid w:val="00C54629"/>
    <w:rsid w:val="00C55421"/>
    <w:rsid w:val="00C62FB0"/>
    <w:rsid w:val="00C65322"/>
    <w:rsid w:val="00C66210"/>
    <w:rsid w:val="00C67C43"/>
    <w:rsid w:val="00C710C7"/>
    <w:rsid w:val="00C71B36"/>
    <w:rsid w:val="00C73C9D"/>
    <w:rsid w:val="00C76FCE"/>
    <w:rsid w:val="00C81458"/>
    <w:rsid w:val="00C857F8"/>
    <w:rsid w:val="00C920C0"/>
    <w:rsid w:val="00C92B5D"/>
    <w:rsid w:val="00C92F79"/>
    <w:rsid w:val="00C94EA8"/>
    <w:rsid w:val="00C951D7"/>
    <w:rsid w:val="00C974FC"/>
    <w:rsid w:val="00CA189C"/>
    <w:rsid w:val="00CA2217"/>
    <w:rsid w:val="00CA4447"/>
    <w:rsid w:val="00CA57A1"/>
    <w:rsid w:val="00CA6FC9"/>
    <w:rsid w:val="00CB2D18"/>
    <w:rsid w:val="00CB3E45"/>
    <w:rsid w:val="00CB4E16"/>
    <w:rsid w:val="00CB71A8"/>
    <w:rsid w:val="00CC0210"/>
    <w:rsid w:val="00CC0614"/>
    <w:rsid w:val="00CC2D86"/>
    <w:rsid w:val="00CC33DA"/>
    <w:rsid w:val="00CC3A96"/>
    <w:rsid w:val="00CC7DEA"/>
    <w:rsid w:val="00CD02BF"/>
    <w:rsid w:val="00CD2E7A"/>
    <w:rsid w:val="00CD3E47"/>
    <w:rsid w:val="00CD7A5A"/>
    <w:rsid w:val="00CE1412"/>
    <w:rsid w:val="00CE1F49"/>
    <w:rsid w:val="00CE3DC3"/>
    <w:rsid w:val="00CE452B"/>
    <w:rsid w:val="00CE4710"/>
    <w:rsid w:val="00CE4AAE"/>
    <w:rsid w:val="00CE52D2"/>
    <w:rsid w:val="00CE5CBC"/>
    <w:rsid w:val="00CE7DD2"/>
    <w:rsid w:val="00CE7E75"/>
    <w:rsid w:val="00CF151D"/>
    <w:rsid w:val="00CF1ED1"/>
    <w:rsid w:val="00CF3730"/>
    <w:rsid w:val="00CF3B5D"/>
    <w:rsid w:val="00CF473D"/>
    <w:rsid w:val="00CF496F"/>
    <w:rsid w:val="00CF5583"/>
    <w:rsid w:val="00CF55D2"/>
    <w:rsid w:val="00CF77C4"/>
    <w:rsid w:val="00D01C4E"/>
    <w:rsid w:val="00D02659"/>
    <w:rsid w:val="00D0285F"/>
    <w:rsid w:val="00D03ADC"/>
    <w:rsid w:val="00D050DE"/>
    <w:rsid w:val="00D05811"/>
    <w:rsid w:val="00D06466"/>
    <w:rsid w:val="00D072CD"/>
    <w:rsid w:val="00D07D52"/>
    <w:rsid w:val="00D10057"/>
    <w:rsid w:val="00D10711"/>
    <w:rsid w:val="00D1239D"/>
    <w:rsid w:val="00D14377"/>
    <w:rsid w:val="00D1577F"/>
    <w:rsid w:val="00D15815"/>
    <w:rsid w:val="00D15DF6"/>
    <w:rsid w:val="00D16BA4"/>
    <w:rsid w:val="00D17DC8"/>
    <w:rsid w:val="00D200C6"/>
    <w:rsid w:val="00D205CC"/>
    <w:rsid w:val="00D20828"/>
    <w:rsid w:val="00D20CEC"/>
    <w:rsid w:val="00D2219A"/>
    <w:rsid w:val="00D22770"/>
    <w:rsid w:val="00D239E3"/>
    <w:rsid w:val="00D23BBB"/>
    <w:rsid w:val="00D27FAD"/>
    <w:rsid w:val="00D30F42"/>
    <w:rsid w:val="00D32EB7"/>
    <w:rsid w:val="00D32F47"/>
    <w:rsid w:val="00D33ACB"/>
    <w:rsid w:val="00D33EC3"/>
    <w:rsid w:val="00D34157"/>
    <w:rsid w:val="00D35CA8"/>
    <w:rsid w:val="00D36096"/>
    <w:rsid w:val="00D3668B"/>
    <w:rsid w:val="00D371A7"/>
    <w:rsid w:val="00D41580"/>
    <w:rsid w:val="00D42DAB"/>
    <w:rsid w:val="00D4437D"/>
    <w:rsid w:val="00D45014"/>
    <w:rsid w:val="00D45050"/>
    <w:rsid w:val="00D465AF"/>
    <w:rsid w:val="00D466D1"/>
    <w:rsid w:val="00D4739D"/>
    <w:rsid w:val="00D505D6"/>
    <w:rsid w:val="00D50A1F"/>
    <w:rsid w:val="00D51402"/>
    <w:rsid w:val="00D516F5"/>
    <w:rsid w:val="00D52357"/>
    <w:rsid w:val="00D5357C"/>
    <w:rsid w:val="00D55B00"/>
    <w:rsid w:val="00D55D57"/>
    <w:rsid w:val="00D56ECD"/>
    <w:rsid w:val="00D604D3"/>
    <w:rsid w:val="00D63339"/>
    <w:rsid w:val="00D671C9"/>
    <w:rsid w:val="00D6722E"/>
    <w:rsid w:val="00D70920"/>
    <w:rsid w:val="00D71146"/>
    <w:rsid w:val="00D71335"/>
    <w:rsid w:val="00D73B6B"/>
    <w:rsid w:val="00D762AE"/>
    <w:rsid w:val="00D82AC3"/>
    <w:rsid w:val="00D844A0"/>
    <w:rsid w:val="00D84AF0"/>
    <w:rsid w:val="00D854DF"/>
    <w:rsid w:val="00D85624"/>
    <w:rsid w:val="00D87391"/>
    <w:rsid w:val="00D904BD"/>
    <w:rsid w:val="00D91398"/>
    <w:rsid w:val="00D9260F"/>
    <w:rsid w:val="00D9391A"/>
    <w:rsid w:val="00D94E7D"/>
    <w:rsid w:val="00D95999"/>
    <w:rsid w:val="00D96382"/>
    <w:rsid w:val="00DA04DC"/>
    <w:rsid w:val="00DA1D20"/>
    <w:rsid w:val="00DA2A7E"/>
    <w:rsid w:val="00DA428A"/>
    <w:rsid w:val="00DA525D"/>
    <w:rsid w:val="00DA592D"/>
    <w:rsid w:val="00DA6080"/>
    <w:rsid w:val="00DA7BC2"/>
    <w:rsid w:val="00DA7EED"/>
    <w:rsid w:val="00DB16B7"/>
    <w:rsid w:val="00DB27A3"/>
    <w:rsid w:val="00DB4295"/>
    <w:rsid w:val="00DB4736"/>
    <w:rsid w:val="00DB47F8"/>
    <w:rsid w:val="00DB685D"/>
    <w:rsid w:val="00DC0186"/>
    <w:rsid w:val="00DC0779"/>
    <w:rsid w:val="00DC1009"/>
    <w:rsid w:val="00DC1D1B"/>
    <w:rsid w:val="00DC2073"/>
    <w:rsid w:val="00DC3342"/>
    <w:rsid w:val="00DC4DA2"/>
    <w:rsid w:val="00DC61EB"/>
    <w:rsid w:val="00DC7217"/>
    <w:rsid w:val="00DD351D"/>
    <w:rsid w:val="00DD36EA"/>
    <w:rsid w:val="00DD4EFA"/>
    <w:rsid w:val="00DE001F"/>
    <w:rsid w:val="00DE0389"/>
    <w:rsid w:val="00DE0804"/>
    <w:rsid w:val="00DE1634"/>
    <w:rsid w:val="00DE16EF"/>
    <w:rsid w:val="00DE30E5"/>
    <w:rsid w:val="00DE5CD5"/>
    <w:rsid w:val="00DE6648"/>
    <w:rsid w:val="00DE6A2E"/>
    <w:rsid w:val="00DE72AB"/>
    <w:rsid w:val="00DE72C5"/>
    <w:rsid w:val="00DF617F"/>
    <w:rsid w:val="00DF6D87"/>
    <w:rsid w:val="00DF7764"/>
    <w:rsid w:val="00E02E91"/>
    <w:rsid w:val="00E02F20"/>
    <w:rsid w:val="00E068CF"/>
    <w:rsid w:val="00E068E3"/>
    <w:rsid w:val="00E07958"/>
    <w:rsid w:val="00E07F4D"/>
    <w:rsid w:val="00E10029"/>
    <w:rsid w:val="00E10099"/>
    <w:rsid w:val="00E104EA"/>
    <w:rsid w:val="00E10ED4"/>
    <w:rsid w:val="00E120DE"/>
    <w:rsid w:val="00E13644"/>
    <w:rsid w:val="00E13896"/>
    <w:rsid w:val="00E20339"/>
    <w:rsid w:val="00E20C9C"/>
    <w:rsid w:val="00E21EC7"/>
    <w:rsid w:val="00E22102"/>
    <w:rsid w:val="00E227B8"/>
    <w:rsid w:val="00E22D5D"/>
    <w:rsid w:val="00E30099"/>
    <w:rsid w:val="00E33422"/>
    <w:rsid w:val="00E353D1"/>
    <w:rsid w:val="00E3595B"/>
    <w:rsid w:val="00E35975"/>
    <w:rsid w:val="00E3618F"/>
    <w:rsid w:val="00E412D5"/>
    <w:rsid w:val="00E43140"/>
    <w:rsid w:val="00E438A3"/>
    <w:rsid w:val="00E44F25"/>
    <w:rsid w:val="00E46DCE"/>
    <w:rsid w:val="00E47DD0"/>
    <w:rsid w:val="00E5289E"/>
    <w:rsid w:val="00E54C68"/>
    <w:rsid w:val="00E56D68"/>
    <w:rsid w:val="00E56DDC"/>
    <w:rsid w:val="00E6557D"/>
    <w:rsid w:val="00E656F1"/>
    <w:rsid w:val="00E672F6"/>
    <w:rsid w:val="00E67FA1"/>
    <w:rsid w:val="00E7002C"/>
    <w:rsid w:val="00E72B0E"/>
    <w:rsid w:val="00E738C0"/>
    <w:rsid w:val="00E76921"/>
    <w:rsid w:val="00E76EB6"/>
    <w:rsid w:val="00E7780E"/>
    <w:rsid w:val="00E8014D"/>
    <w:rsid w:val="00E81189"/>
    <w:rsid w:val="00E84389"/>
    <w:rsid w:val="00E84C7E"/>
    <w:rsid w:val="00E85C33"/>
    <w:rsid w:val="00E87647"/>
    <w:rsid w:val="00E903C1"/>
    <w:rsid w:val="00E92364"/>
    <w:rsid w:val="00E92830"/>
    <w:rsid w:val="00E9579F"/>
    <w:rsid w:val="00E97E88"/>
    <w:rsid w:val="00EA1DBD"/>
    <w:rsid w:val="00EA3989"/>
    <w:rsid w:val="00EA47D9"/>
    <w:rsid w:val="00EA63D7"/>
    <w:rsid w:val="00EB4201"/>
    <w:rsid w:val="00EB439C"/>
    <w:rsid w:val="00EB7989"/>
    <w:rsid w:val="00EC1664"/>
    <w:rsid w:val="00EC6B35"/>
    <w:rsid w:val="00EC7B83"/>
    <w:rsid w:val="00ED13CF"/>
    <w:rsid w:val="00ED14BF"/>
    <w:rsid w:val="00ED15AD"/>
    <w:rsid w:val="00ED1B86"/>
    <w:rsid w:val="00ED526A"/>
    <w:rsid w:val="00ED5A10"/>
    <w:rsid w:val="00ED6E9A"/>
    <w:rsid w:val="00EE0668"/>
    <w:rsid w:val="00EE22A3"/>
    <w:rsid w:val="00EE271B"/>
    <w:rsid w:val="00EE2D68"/>
    <w:rsid w:val="00EE3452"/>
    <w:rsid w:val="00EE4039"/>
    <w:rsid w:val="00EF0B75"/>
    <w:rsid w:val="00EF0EAD"/>
    <w:rsid w:val="00EF1E83"/>
    <w:rsid w:val="00EF2225"/>
    <w:rsid w:val="00EF2E96"/>
    <w:rsid w:val="00EF35B6"/>
    <w:rsid w:val="00EF3E36"/>
    <w:rsid w:val="00EF6729"/>
    <w:rsid w:val="00EF6C7D"/>
    <w:rsid w:val="00F0033C"/>
    <w:rsid w:val="00F013F9"/>
    <w:rsid w:val="00F05863"/>
    <w:rsid w:val="00F070D0"/>
    <w:rsid w:val="00F074B1"/>
    <w:rsid w:val="00F10898"/>
    <w:rsid w:val="00F1276E"/>
    <w:rsid w:val="00F12B70"/>
    <w:rsid w:val="00F13747"/>
    <w:rsid w:val="00F156B8"/>
    <w:rsid w:val="00F1632D"/>
    <w:rsid w:val="00F1756F"/>
    <w:rsid w:val="00F17933"/>
    <w:rsid w:val="00F25FB7"/>
    <w:rsid w:val="00F2695B"/>
    <w:rsid w:val="00F31BB4"/>
    <w:rsid w:val="00F31BC7"/>
    <w:rsid w:val="00F330D4"/>
    <w:rsid w:val="00F34E02"/>
    <w:rsid w:val="00F35499"/>
    <w:rsid w:val="00F358C0"/>
    <w:rsid w:val="00F41E02"/>
    <w:rsid w:val="00F4437C"/>
    <w:rsid w:val="00F451FD"/>
    <w:rsid w:val="00F50C08"/>
    <w:rsid w:val="00F53675"/>
    <w:rsid w:val="00F538E7"/>
    <w:rsid w:val="00F54E59"/>
    <w:rsid w:val="00F5568E"/>
    <w:rsid w:val="00F5753A"/>
    <w:rsid w:val="00F57DCD"/>
    <w:rsid w:val="00F604CB"/>
    <w:rsid w:val="00F62474"/>
    <w:rsid w:val="00F636DC"/>
    <w:rsid w:val="00F64F09"/>
    <w:rsid w:val="00F65DC9"/>
    <w:rsid w:val="00F70DB2"/>
    <w:rsid w:val="00F71D41"/>
    <w:rsid w:val="00F72E9B"/>
    <w:rsid w:val="00F746AF"/>
    <w:rsid w:val="00F7470F"/>
    <w:rsid w:val="00F74C35"/>
    <w:rsid w:val="00F771F4"/>
    <w:rsid w:val="00F776FE"/>
    <w:rsid w:val="00F8147B"/>
    <w:rsid w:val="00F81816"/>
    <w:rsid w:val="00F81E91"/>
    <w:rsid w:val="00F87C2B"/>
    <w:rsid w:val="00F87E6E"/>
    <w:rsid w:val="00F90F6E"/>
    <w:rsid w:val="00F927B8"/>
    <w:rsid w:val="00F932A7"/>
    <w:rsid w:val="00F937E3"/>
    <w:rsid w:val="00F94060"/>
    <w:rsid w:val="00F9417B"/>
    <w:rsid w:val="00F95291"/>
    <w:rsid w:val="00FA2588"/>
    <w:rsid w:val="00FA3F70"/>
    <w:rsid w:val="00FA4047"/>
    <w:rsid w:val="00FA55C8"/>
    <w:rsid w:val="00FA753E"/>
    <w:rsid w:val="00FB0B0E"/>
    <w:rsid w:val="00FB1065"/>
    <w:rsid w:val="00FB261D"/>
    <w:rsid w:val="00FB4508"/>
    <w:rsid w:val="00FB5887"/>
    <w:rsid w:val="00FB7177"/>
    <w:rsid w:val="00FB73A8"/>
    <w:rsid w:val="00FC11EE"/>
    <w:rsid w:val="00FC44AA"/>
    <w:rsid w:val="00FC57C2"/>
    <w:rsid w:val="00FC5DE9"/>
    <w:rsid w:val="00FD04D0"/>
    <w:rsid w:val="00FD08BA"/>
    <w:rsid w:val="00FD0C3A"/>
    <w:rsid w:val="00FD1FC1"/>
    <w:rsid w:val="00FD26E4"/>
    <w:rsid w:val="00FD38AD"/>
    <w:rsid w:val="00FD44F7"/>
    <w:rsid w:val="00FD6F75"/>
    <w:rsid w:val="00FD72FC"/>
    <w:rsid w:val="00FD77AD"/>
    <w:rsid w:val="00FE1144"/>
    <w:rsid w:val="00FE260C"/>
    <w:rsid w:val="00FE26CF"/>
    <w:rsid w:val="00FE6EA8"/>
    <w:rsid w:val="00FE7414"/>
    <w:rsid w:val="00FE7AAB"/>
    <w:rsid w:val="00FF30C1"/>
    <w:rsid w:val="00FF44A3"/>
    <w:rsid w:val="00FF5072"/>
    <w:rsid w:val="00FF6E6F"/>
    <w:rsid w:val="00FF752F"/>
    <w:rsid w:val="00FF7808"/>
    <w:rsid w:val="00FF793C"/>
    <w:rsid w:val="00FF7A0E"/>
    <w:rsid w:val="00FF7A11"/>
    <w:rsid w:val="03970A41"/>
    <w:rsid w:val="09F150BA"/>
    <w:rsid w:val="16766474"/>
    <w:rsid w:val="4DED180A"/>
    <w:rsid w:val="54F974BE"/>
    <w:rsid w:val="598A78EB"/>
    <w:rsid w:val="5A380F0B"/>
    <w:rsid w:val="650B6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7DBD710-F6CE-47A2-B9B3-7F2ABAB43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unhideWhenUsed="1" w:qFormat="1"/>
    <w:lsdException w:name="header" w:uiPriority="99" w:qFormat="1"/>
    <w:lsdException w:name="footer" w:uiPriority="99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semiHidden/>
    <w:unhideWhenUsed/>
    <w:qFormat/>
    <w:rPr>
      <w:b/>
      <w:bCs/>
    </w:rPr>
  </w:style>
  <w:style w:type="character" w:styleId="a8">
    <w:name w:val="annotation reference"/>
    <w:basedOn w:val="a0"/>
    <w:semiHidden/>
    <w:unhideWhenUsed/>
    <w:qFormat/>
    <w:rPr>
      <w:sz w:val="21"/>
      <w:szCs w:val="21"/>
    </w:rPr>
  </w:style>
  <w:style w:type="character" w:customStyle="1" w:styleId="Char2">
    <w:name w:val="页眉 Char"/>
    <w:link w:val="a6"/>
    <w:uiPriority w:val="99"/>
    <w:rPr>
      <w:rFonts w:ascii="宋体" w:eastAsia="宋体" w:hAnsi="宋体" w:cs="宋体"/>
      <w:sz w:val="18"/>
      <w:szCs w:val="18"/>
    </w:rPr>
  </w:style>
  <w:style w:type="character" w:customStyle="1" w:styleId="Char1">
    <w:name w:val="页脚 Char"/>
    <w:link w:val="a5"/>
    <w:uiPriority w:val="99"/>
    <w:qFormat/>
    <w:rPr>
      <w:rFonts w:ascii="宋体" w:eastAsia="宋体" w:hAnsi="宋体" w:cs="宋体"/>
      <w:sz w:val="18"/>
      <w:szCs w:val="18"/>
    </w:rPr>
  </w:style>
  <w:style w:type="character" w:customStyle="1" w:styleId="Char0">
    <w:name w:val="批注框文本 Char"/>
    <w:link w:val="a4"/>
    <w:qFormat/>
    <w:rPr>
      <w:rFonts w:ascii="宋体" w:eastAsia="宋体" w:hAnsi="宋体" w:cs="宋体"/>
      <w:sz w:val="18"/>
      <w:szCs w:val="18"/>
    </w:rPr>
  </w:style>
  <w:style w:type="paragraph" w:customStyle="1" w:styleId="1">
    <w:name w:val="普通(网站)1"/>
    <w:basedOn w:val="a"/>
    <w:qFormat/>
    <w:pPr>
      <w:spacing w:before="100" w:beforeAutospacing="1" w:after="100" w:afterAutospacing="1"/>
    </w:pPr>
  </w:style>
  <w:style w:type="character" w:customStyle="1" w:styleId="Char">
    <w:name w:val="批注文字 Char"/>
    <w:basedOn w:val="a0"/>
    <w:link w:val="a3"/>
    <w:uiPriority w:val="99"/>
    <w:qFormat/>
    <w:rPr>
      <w:rFonts w:ascii="宋体" w:hAnsi="宋体" w:cs="宋体"/>
      <w:sz w:val="24"/>
      <w:szCs w:val="24"/>
    </w:rPr>
  </w:style>
  <w:style w:type="character" w:customStyle="1" w:styleId="Char3">
    <w:name w:val="批注主题 Char"/>
    <w:basedOn w:val="Char"/>
    <w:link w:val="a7"/>
    <w:semiHidden/>
    <w:rPr>
      <w:rFonts w:ascii="宋体" w:hAnsi="宋体" w:cs="宋体"/>
      <w:b/>
      <w:bCs/>
      <w:sz w:val="24"/>
      <w:szCs w:val="24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paragraph" w:customStyle="1" w:styleId="10">
    <w:name w:val="修订1"/>
    <w:hidden/>
    <w:uiPriority w:val="99"/>
    <w:semiHidden/>
    <w:rPr>
      <w:rFonts w:ascii="宋体" w:hAnsi="宋体" w:cs="宋体"/>
      <w:sz w:val="24"/>
      <w:szCs w:val="24"/>
    </w:rPr>
  </w:style>
  <w:style w:type="paragraph" w:styleId="aa">
    <w:name w:val="Revision"/>
    <w:hidden/>
    <w:uiPriority w:val="99"/>
    <w:semiHidden/>
    <w:rsid w:val="007C638C"/>
    <w:rPr>
      <w:rFonts w:ascii="宋体" w:hAnsi="宋体" w:cs="宋体"/>
      <w:sz w:val="24"/>
      <w:szCs w:val="24"/>
    </w:rPr>
  </w:style>
  <w:style w:type="paragraph" w:customStyle="1" w:styleId="CharChar">
    <w:name w:val="Char Char"/>
    <w:basedOn w:val="a"/>
    <w:rsid w:val="001A218A"/>
    <w:pPr>
      <w:widowControl w:val="0"/>
      <w:jc w:val="both"/>
    </w:pPr>
    <w:rPr>
      <w:rFonts w:ascii="Times New Roman" w:hAnsi="Times New Roman" w:cs="Times New Roman"/>
      <w:kern w:val="2"/>
      <w:sz w:val="21"/>
      <w:szCs w:val="20"/>
    </w:rPr>
  </w:style>
  <w:style w:type="paragraph" w:customStyle="1" w:styleId="NewNewNewNewNewNewNewNewNewNewNewNewNew">
    <w:name w:val="正文 New New New New New New New New New New New New New"/>
    <w:rsid w:val="00934481"/>
    <w:pPr>
      <w:widowControl w:val="0"/>
      <w:jc w:val="both"/>
    </w:pPr>
    <w:rPr>
      <w:rFonts w:eastAsia="仿宋_GB2312"/>
      <w:kern w:val="2"/>
      <w:sz w:val="32"/>
      <w:szCs w:val="32"/>
    </w:rPr>
  </w:style>
  <w:style w:type="paragraph" w:customStyle="1" w:styleId="NewNewNewNewNewNewNewNewNewNewNew">
    <w:name w:val="正文 New New New New New New New New New New New"/>
    <w:rsid w:val="00934481"/>
    <w:pPr>
      <w:autoSpaceDE w:val="0"/>
      <w:autoSpaceDN w:val="0"/>
      <w:adjustRightInd w:val="0"/>
    </w:pPr>
    <w:rPr>
      <w:rFonts w:ascii="宋体"/>
    </w:rPr>
  </w:style>
  <w:style w:type="table" w:styleId="ab">
    <w:name w:val="Table Grid"/>
    <w:basedOn w:val="a1"/>
    <w:rsid w:val="0009479A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nhideWhenUsed/>
    <w:rsid w:val="003D461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D46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XB\&#39033;&#30446;&#24211;\04.&#31995;&#32479;&#35774;&#35745;\&#35814;&#32454;&#35774;&#35745;\&#20135;&#21697;&#31649;&#29702;\&#20449;&#24687;&#25259;&#38706;\&#20449;&#24687;&#25259;&#38706;&#27169;&#26495;\&#27169;&#26495;&#25991;&#20214;\Normal_Wordconv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689C01F-7271-48DC-8E25-2E584368F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2</Pages>
  <Words>259</Words>
  <Characters>1480</Characters>
  <Application>Microsoft Office Word</Application>
  <DocSecurity>0</DocSecurity>
  <Lines>12</Lines>
  <Paragraphs>3</Paragraphs>
  <ScaleCrop>false</ScaleCrop>
  <Company>citicbank</Company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产品说明书</dc:title>
  <dc:creator>王晓明</dc:creator>
  <cp:lastModifiedBy>法本_陈子贤</cp:lastModifiedBy>
  <cp:revision>10</cp:revision>
  <cp:lastPrinted>2025-08-27T06:02:00Z</cp:lastPrinted>
  <dcterms:created xsi:type="dcterms:W3CDTF">2024-11-04T03:01:00Z</dcterms:created>
  <dcterms:modified xsi:type="dcterms:W3CDTF">2025-11-03T09:32:00Z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